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9A50C4" w:rsidP="00CB6204">
      <w:pPr>
        <w:pStyle w:val="Nagwek4"/>
        <w:rPr>
          <w:b/>
          <w:i w:val="0"/>
        </w:rPr>
      </w:pPr>
      <w:r w:rsidRPr="009A50C4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„Do</w:t>
      </w:r>
      <w:r w:rsidR="00BB3381" w:rsidRPr="007F0D03">
        <w:rPr>
          <w:b/>
          <w:szCs w:val="24"/>
        </w:rPr>
        <w:t xml:space="preserve">stawę </w:t>
      </w:r>
      <w:r w:rsidR="0065605A" w:rsidRPr="007F0D03">
        <w:rPr>
          <w:b/>
          <w:szCs w:val="24"/>
        </w:rPr>
        <w:t>leku biologicznego Tocilizumab</w:t>
      </w:r>
      <w:r w:rsidR="00BB3381" w:rsidRPr="007F0D03">
        <w:rPr>
          <w:b/>
          <w:szCs w:val="24"/>
        </w:rPr>
        <w:t xml:space="preserve"> </w:t>
      </w:r>
      <w:r w:rsidR="00904ECF" w:rsidRPr="007F0D03">
        <w:rPr>
          <w:b/>
          <w:szCs w:val="24"/>
        </w:rPr>
        <w:t>”</w:t>
      </w:r>
      <w:r w:rsidR="0018082B">
        <w:rPr>
          <w:b/>
          <w:szCs w:val="24"/>
        </w:rPr>
        <w:t xml:space="preserve"> ( 38</w:t>
      </w:r>
      <w:r w:rsidR="00904ECF" w:rsidRPr="007F0D03">
        <w:rPr>
          <w:b/>
          <w:szCs w:val="24"/>
        </w:rPr>
        <w:t>/PN/2016/ŁCH),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646841" w:rsidRDefault="009A50C4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)* </w:t>
      </w:r>
    </w:p>
    <w:p w:rsidR="00904ECF" w:rsidRPr="00646841" w:rsidRDefault="009A50C4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C25" w:rsidRDefault="004E0C25">
      <w:r>
        <w:separator/>
      </w:r>
    </w:p>
  </w:endnote>
  <w:endnote w:type="continuationSeparator" w:id="0">
    <w:p w:rsidR="004E0C25" w:rsidRDefault="004E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9A50C4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A50C4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C25" w:rsidRDefault="004E0C25">
      <w:r>
        <w:separator/>
      </w:r>
    </w:p>
  </w:footnote>
  <w:footnote w:type="continuationSeparator" w:id="0">
    <w:p w:rsidR="004E0C25" w:rsidRDefault="004E0C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624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C983F-5A77-45A8-A923-A94EDEAE4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38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Łukasz Chrostek- DZP</cp:lastModifiedBy>
  <cp:revision>55</cp:revision>
  <cp:lastPrinted>2016-08-30T06:22:00Z</cp:lastPrinted>
  <dcterms:created xsi:type="dcterms:W3CDTF">2013-03-19T09:06:00Z</dcterms:created>
  <dcterms:modified xsi:type="dcterms:W3CDTF">2016-08-30T06:22:00Z</dcterms:modified>
</cp:coreProperties>
</file>