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C0" w:rsidRPr="003B1427" w:rsidRDefault="002633C0" w:rsidP="002633C0">
      <w:pPr>
        <w:pStyle w:val="Tytu"/>
        <w:spacing w:after="60"/>
        <w:rPr>
          <w:szCs w:val="24"/>
        </w:rPr>
      </w:pPr>
      <w:r w:rsidRPr="003B1427">
        <w:rPr>
          <w:szCs w:val="24"/>
        </w:rPr>
        <w:t>Umowa nr AZ/…</w:t>
      </w:r>
      <w:r w:rsidR="00066B92">
        <w:rPr>
          <w:szCs w:val="24"/>
        </w:rPr>
        <w:t>……..</w:t>
      </w:r>
      <w:r w:rsidRPr="003B1427">
        <w:rPr>
          <w:szCs w:val="24"/>
        </w:rPr>
        <w:t>/PN/</w:t>
      </w:r>
      <w:r w:rsidR="0099735A">
        <w:rPr>
          <w:szCs w:val="24"/>
        </w:rPr>
        <w:t>3</w:t>
      </w:r>
      <w:r w:rsidRPr="003B1427">
        <w:rPr>
          <w:szCs w:val="24"/>
        </w:rPr>
        <w:t>/201</w:t>
      </w:r>
      <w:r w:rsidR="0099735A">
        <w:rPr>
          <w:szCs w:val="24"/>
        </w:rPr>
        <w:t>7</w:t>
      </w:r>
    </w:p>
    <w:p w:rsidR="002633C0" w:rsidRPr="003B1427" w:rsidRDefault="002633C0" w:rsidP="002633C0">
      <w:pPr>
        <w:pStyle w:val="Tytu"/>
        <w:spacing w:after="60"/>
        <w:rPr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zawarta w dniu .......................... w Warszawie pomiędzy:</w:t>
      </w:r>
    </w:p>
    <w:p w:rsidR="002633C0" w:rsidRPr="003B1427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Pr="003B1427">
        <w:rPr>
          <w:b/>
          <w:bCs/>
          <w:color w:val="000000"/>
        </w:rPr>
        <w:t xml:space="preserve">Instytutem </w:t>
      </w:r>
      <w:r>
        <w:rPr>
          <w:b/>
          <w:bCs/>
          <w:color w:val="000000"/>
        </w:rPr>
        <w:t>Geriatrii, Reumatologii i Rehabilitacji</w:t>
      </w:r>
      <w:r w:rsidRPr="003B1427">
        <w:rPr>
          <w:b/>
          <w:bCs/>
          <w:color w:val="000000"/>
        </w:rPr>
        <w:t xml:space="preserve"> im. prof. dr hab. med. Eleonory Reicher </w:t>
      </w:r>
      <w:r w:rsidRPr="003B1427">
        <w:rPr>
          <w:bCs/>
          <w:color w:val="000000"/>
        </w:rPr>
        <w:t>z siedzibą</w:t>
      </w:r>
      <w:r>
        <w:rPr>
          <w:bCs/>
          <w:color w:val="000000"/>
        </w:rPr>
        <w:t xml:space="preserve"> </w:t>
      </w:r>
      <w:r w:rsidRPr="003B1427">
        <w:rPr>
          <w:bCs/>
          <w:color w:val="000000"/>
        </w:rPr>
        <w:t xml:space="preserve">w Warszawie, ul. Spartańska 1, 02-637 Warszawa, wpisanym do rejestru przedsiębiorców </w:t>
      </w:r>
      <w:r w:rsidRPr="003B1427">
        <w:rPr>
          <w:color w:val="000000"/>
        </w:rPr>
        <w:t>prowadzonego przez Sąd Rejonowy dla m.st. Warszawy XIII Wydział Gospodarczy Krajowego Rejestru Sądowego</w:t>
      </w:r>
      <w:r w:rsidRPr="003B1427">
        <w:rPr>
          <w:bCs/>
          <w:color w:val="000000"/>
        </w:rPr>
        <w:t xml:space="preserve"> pod numerem 0</w:t>
      </w:r>
      <w:r w:rsidR="00622692">
        <w:rPr>
          <w:bCs/>
          <w:color w:val="000000"/>
        </w:rPr>
        <w:t xml:space="preserve">000066382, NIP: 525-001-10-42, </w:t>
      </w:r>
      <w:r w:rsidRPr="003B1427">
        <w:rPr>
          <w:bCs/>
          <w:color w:val="000000"/>
        </w:rPr>
        <w:t>Regon: 000288567,</w:t>
      </w:r>
    </w:p>
    <w:p w:rsidR="002633C0" w:rsidRPr="003B1427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3B1427">
        <w:rPr>
          <w:bCs/>
          <w:color w:val="000000"/>
        </w:rPr>
        <w:t>w imieniu, którego działają:</w:t>
      </w:r>
    </w:p>
    <w:p w:rsidR="002633C0" w:rsidRPr="00284364" w:rsidRDefault="002633C0" w:rsidP="002633C0">
      <w:pPr>
        <w:autoSpaceDE w:val="0"/>
        <w:autoSpaceDN w:val="0"/>
        <w:adjustRightInd w:val="0"/>
        <w:spacing w:after="60"/>
        <w:jc w:val="both"/>
        <w:rPr>
          <w:bCs/>
        </w:rPr>
      </w:pPr>
      <w:r>
        <w:rPr>
          <w:b/>
          <w:bCs/>
        </w:rPr>
        <w:t>Cezary Rzemek</w:t>
      </w:r>
      <w:r w:rsidRPr="00284364">
        <w:rPr>
          <w:b/>
          <w:bCs/>
        </w:rPr>
        <w:t xml:space="preserve"> – </w:t>
      </w:r>
      <w:r w:rsidRPr="00284364">
        <w:rPr>
          <w:bCs/>
        </w:rPr>
        <w:t>Zastępca Dyrektora ds.</w:t>
      </w:r>
      <w:r>
        <w:rPr>
          <w:bCs/>
        </w:rPr>
        <w:t xml:space="preserve"> Techniczno </w:t>
      </w:r>
      <w:r w:rsidRPr="00284364">
        <w:rPr>
          <w:bCs/>
        </w:rPr>
        <w:t>-</w:t>
      </w:r>
      <w:r>
        <w:rPr>
          <w:bCs/>
        </w:rPr>
        <w:t xml:space="preserve"> </w:t>
      </w:r>
      <w:r w:rsidRPr="00284364">
        <w:rPr>
          <w:bCs/>
        </w:rPr>
        <w:t>Administracyjnych,</w:t>
      </w:r>
    </w:p>
    <w:p w:rsidR="002633C0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</w:rPr>
        <w:t>Brygida Kwiatkowska</w:t>
      </w:r>
      <w:r w:rsidRPr="00284364">
        <w:rPr>
          <w:b/>
          <w:bCs/>
        </w:rPr>
        <w:t xml:space="preserve"> </w:t>
      </w:r>
      <w:r>
        <w:rPr>
          <w:b/>
          <w:bCs/>
        </w:rPr>
        <w:t>–</w:t>
      </w:r>
      <w:r w:rsidRPr="00284364">
        <w:rPr>
          <w:b/>
          <w:bCs/>
        </w:rPr>
        <w:t xml:space="preserve"> </w:t>
      </w:r>
      <w:r w:rsidRPr="007F0078">
        <w:rPr>
          <w:bCs/>
        </w:rPr>
        <w:t>p.o.</w:t>
      </w:r>
      <w:r>
        <w:rPr>
          <w:b/>
          <w:bCs/>
        </w:rPr>
        <w:t xml:space="preserve"> </w:t>
      </w:r>
      <w:r>
        <w:rPr>
          <w:bCs/>
        </w:rPr>
        <w:t>Zastępca Dyrektora ds. Klinicznych</w:t>
      </w:r>
    </w:p>
    <w:p w:rsidR="002633C0" w:rsidRPr="003B1427" w:rsidRDefault="002633C0" w:rsidP="002633C0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3B1427">
        <w:rPr>
          <w:bCs/>
          <w:color w:val="000000"/>
        </w:rPr>
        <w:t>zwanego dalej „</w:t>
      </w:r>
      <w:r w:rsidRPr="003B1427">
        <w:rPr>
          <w:b/>
          <w:bCs/>
          <w:color w:val="000000"/>
        </w:rPr>
        <w:t>Zamawiającym”,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a: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…………………………………………………………………………………………………...reprezentowanym przez: 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zwanym w dalszej treści umowy „</w:t>
      </w:r>
      <w:r w:rsidRPr="003B1427">
        <w:rPr>
          <w:b/>
          <w:sz w:val="24"/>
          <w:szCs w:val="24"/>
        </w:rPr>
        <w:t>Wykonawcą</w:t>
      </w:r>
      <w:r w:rsidRPr="003B1427">
        <w:rPr>
          <w:sz w:val="24"/>
          <w:szCs w:val="24"/>
        </w:rPr>
        <w:t>”.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2633C0" w:rsidRPr="003B1427" w:rsidRDefault="002633C0" w:rsidP="002633C0">
      <w:pPr>
        <w:spacing w:after="60"/>
        <w:jc w:val="both"/>
      </w:pPr>
      <w:r w:rsidRPr="003B1427">
        <w:t xml:space="preserve">W wyniku przeprowadzonego postępowania o udzielenie zamówienia publicznego prowadzonego w trybie </w:t>
      </w:r>
      <w:r w:rsidRPr="003B1427">
        <w:rPr>
          <w:b/>
        </w:rPr>
        <w:t>przetargu nieograniczonego</w:t>
      </w:r>
      <w:r w:rsidRPr="003B1427">
        <w:t xml:space="preserve">, zgodnie z przepisami ustawy z dnia </w:t>
      </w:r>
      <w:r w:rsidRPr="003B1427">
        <w:br/>
        <w:t xml:space="preserve">29 stycznia 2004 r. – Prawo zamówień publicznych (Dz. U. z 2013 r. poz. 907 z </w:t>
      </w:r>
      <w:proofErr w:type="spellStart"/>
      <w:r w:rsidRPr="003B1427">
        <w:t>późn</w:t>
      </w:r>
      <w:proofErr w:type="spellEnd"/>
      <w:r w:rsidRPr="003B1427">
        <w:t xml:space="preserve">. zm.), zwanej dalej „ustawą </w:t>
      </w:r>
      <w:proofErr w:type="spellStart"/>
      <w:r w:rsidRPr="003B1427">
        <w:t>Pzp</w:t>
      </w:r>
      <w:proofErr w:type="spellEnd"/>
      <w:r w:rsidRPr="003B1427">
        <w:t>”, na:</w:t>
      </w:r>
      <w:r>
        <w:rPr>
          <w:b/>
        </w:rPr>
        <w:t xml:space="preserve"> „Dostawę wyrobów medycznych </w:t>
      </w:r>
      <w:r w:rsidR="00622692">
        <w:rPr>
          <w:b/>
        </w:rPr>
        <w:t>do Apteki Narodowego Instytutu Geriatrii, Reumatologii i Rehabilitacji</w:t>
      </w:r>
      <w:r>
        <w:rPr>
          <w:b/>
        </w:rPr>
        <w:t>”</w:t>
      </w:r>
      <w:r w:rsidRPr="003B1427">
        <w:rPr>
          <w:b/>
        </w:rPr>
        <w:t xml:space="preserve">, </w:t>
      </w:r>
      <w:r w:rsidRPr="003B1427">
        <w:t xml:space="preserve">Strony zgodnie postanawiają, co następuje: 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1.</w:t>
      </w:r>
    </w:p>
    <w:p w:rsidR="002633C0" w:rsidRPr="003B1427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E0968">
        <w:rPr>
          <w:sz w:val="24"/>
          <w:szCs w:val="24"/>
        </w:rPr>
        <w:t xml:space="preserve">Zamawiający niniejszym zleca, a Wykonawca zobowiązuje się do dostawy </w:t>
      </w:r>
      <w:r>
        <w:rPr>
          <w:sz w:val="24"/>
          <w:szCs w:val="24"/>
        </w:rPr>
        <w:t>wyrobów medycznych w zakresie zadania……</w:t>
      </w:r>
      <w:r w:rsidRPr="003E0968">
        <w:rPr>
          <w:sz w:val="24"/>
          <w:szCs w:val="24"/>
        </w:rPr>
        <w:t xml:space="preserve">, zwanych w dalszej części umowy „towarem”, zgodnie z </w:t>
      </w:r>
      <w:r w:rsidRPr="003E0968">
        <w:rPr>
          <w:b/>
          <w:sz w:val="24"/>
          <w:szCs w:val="24"/>
        </w:rPr>
        <w:t xml:space="preserve">załącznikiem nr </w:t>
      </w:r>
      <w:r w:rsidR="00141FDD">
        <w:rPr>
          <w:b/>
          <w:sz w:val="24"/>
          <w:szCs w:val="24"/>
        </w:rPr>
        <w:t>1</w:t>
      </w:r>
      <w:r w:rsidRPr="003E0968">
        <w:rPr>
          <w:sz w:val="24"/>
          <w:szCs w:val="24"/>
        </w:rPr>
        <w:t xml:space="preserve"> do niniejszej umowy</w:t>
      </w:r>
      <w:r w:rsidRPr="003B1427">
        <w:rPr>
          <w:sz w:val="24"/>
          <w:szCs w:val="24"/>
        </w:rPr>
        <w:t xml:space="preserve"> (tożsamym z formularzem asortymentowo-cenowym). </w:t>
      </w:r>
    </w:p>
    <w:p w:rsidR="002633C0" w:rsidRPr="003B1427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zobowiązuje się do dostarczania przedmiotu zamówienia w zakresie jakości oraz producenta, zgodnie z treścią złożonej oferty.</w:t>
      </w:r>
    </w:p>
    <w:p w:rsidR="002633C0" w:rsidRPr="003B1427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zobowiązuje się do zapewnienia ciągłości dostaw towaru przez cały okres obowiązywania umowy.</w:t>
      </w:r>
    </w:p>
    <w:p w:rsidR="002633C0" w:rsidRDefault="002633C0" w:rsidP="002633C0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zastrzega sobie prawo zwrotu towaru dostarczonego, a niezamówionego </w:t>
      </w:r>
      <w:r w:rsidRPr="003B1427">
        <w:rPr>
          <w:sz w:val="24"/>
          <w:szCs w:val="24"/>
        </w:rPr>
        <w:br/>
        <w:t xml:space="preserve">w zamówieniu częściowym oraz zwrotu towaru </w:t>
      </w:r>
      <w:r>
        <w:rPr>
          <w:sz w:val="24"/>
          <w:szCs w:val="24"/>
        </w:rPr>
        <w:t>niezgodnego w szczególności</w:t>
      </w:r>
      <w:r w:rsidRPr="003B1427">
        <w:rPr>
          <w:sz w:val="24"/>
          <w:szCs w:val="24"/>
        </w:rPr>
        <w:t>, co, do jakości i kompletności</w:t>
      </w:r>
      <w:r>
        <w:rPr>
          <w:sz w:val="24"/>
          <w:szCs w:val="24"/>
        </w:rPr>
        <w:t xml:space="preserve"> ze złożonym zamówieniem</w:t>
      </w:r>
      <w:r w:rsidRPr="003B1427">
        <w:rPr>
          <w:sz w:val="24"/>
          <w:szCs w:val="24"/>
        </w:rPr>
        <w:t>. Zwrot następuje na koszt Wykonawcy.</w:t>
      </w:r>
    </w:p>
    <w:p w:rsidR="002633C0" w:rsidRPr="003B1427" w:rsidRDefault="002633C0" w:rsidP="002633C0">
      <w:pPr>
        <w:pStyle w:val="Tekstpodstawowy21"/>
        <w:spacing w:after="60" w:line="240" w:lineRule="auto"/>
        <w:ind w:left="360"/>
        <w:rPr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2.</w:t>
      </w:r>
    </w:p>
    <w:p w:rsidR="002633C0" w:rsidRPr="003B1427" w:rsidRDefault="002633C0" w:rsidP="002633C0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t xml:space="preserve">Umowa zostaje zawarta </w:t>
      </w:r>
      <w:r w:rsidRPr="001B4DCD">
        <w:rPr>
          <w:sz w:val="24"/>
          <w:szCs w:val="24"/>
        </w:rPr>
        <w:t xml:space="preserve">na okres </w:t>
      </w:r>
      <w:r w:rsidRPr="001B4DCD">
        <w:rPr>
          <w:b/>
          <w:sz w:val="24"/>
          <w:szCs w:val="24"/>
        </w:rPr>
        <w:t>12 miesięcy</w:t>
      </w:r>
      <w:r w:rsidRPr="001B4DCD">
        <w:rPr>
          <w:sz w:val="24"/>
          <w:szCs w:val="24"/>
        </w:rPr>
        <w:t xml:space="preserve"> od dnia podpisania umowy</w:t>
      </w:r>
      <w:r>
        <w:rPr>
          <w:sz w:val="24"/>
          <w:szCs w:val="24"/>
        </w:rPr>
        <w:t xml:space="preserve">, </w:t>
      </w:r>
      <w:r w:rsidRPr="003B1427">
        <w:rPr>
          <w:sz w:val="24"/>
          <w:szCs w:val="24"/>
        </w:rPr>
        <w:t>tj. od dnia …………..… do dnia ……………..….. lub do moment</w:t>
      </w:r>
      <w:r>
        <w:rPr>
          <w:sz w:val="24"/>
          <w:szCs w:val="24"/>
        </w:rPr>
        <w:t>u wyczerpania wartości umowy, o </w:t>
      </w:r>
      <w:r w:rsidRPr="003B1427">
        <w:rPr>
          <w:sz w:val="24"/>
          <w:szCs w:val="24"/>
        </w:rPr>
        <w:t>której mowa w § 3 ust. 2 pkt 3, z zastrzeżeniem ust. 2 i 3.</w:t>
      </w:r>
    </w:p>
    <w:p w:rsidR="002633C0" w:rsidRPr="003B1427" w:rsidRDefault="002633C0" w:rsidP="002633C0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lastRenderedPageBreak/>
        <w:t xml:space="preserve">W przypadku wyczerpania wartości umowy przed dniem ……….….. umowa wygasa </w:t>
      </w:r>
      <w:r w:rsidRPr="003B1427">
        <w:rPr>
          <w:sz w:val="24"/>
          <w:szCs w:val="24"/>
        </w:rPr>
        <w:br/>
        <w:t xml:space="preserve">z dniem </w:t>
      </w:r>
      <w:r>
        <w:rPr>
          <w:sz w:val="24"/>
          <w:szCs w:val="24"/>
        </w:rPr>
        <w:t>wyczerpania wartości</w:t>
      </w:r>
      <w:r w:rsidRPr="003B1427">
        <w:rPr>
          <w:sz w:val="24"/>
          <w:szCs w:val="24"/>
        </w:rPr>
        <w:t xml:space="preserve"> umowy.</w:t>
      </w:r>
    </w:p>
    <w:p w:rsidR="002633C0" w:rsidRPr="003B1427" w:rsidRDefault="002633C0" w:rsidP="002633C0">
      <w:pPr>
        <w:pStyle w:val="Tekstpodstawowy21"/>
        <w:numPr>
          <w:ilvl w:val="0"/>
          <w:numId w:val="14"/>
        </w:numPr>
        <w:spacing w:after="60" w:line="240" w:lineRule="auto"/>
        <w:rPr>
          <w:b/>
          <w:sz w:val="24"/>
          <w:szCs w:val="24"/>
        </w:rPr>
      </w:pPr>
      <w:r w:rsidRPr="003B1427">
        <w:rPr>
          <w:sz w:val="24"/>
          <w:szCs w:val="24"/>
        </w:rPr>
        <w:t>W sytuacji niewykorzystania warto</w:t>
      </w:r>
      <w:r>
        <w:rPr>
          <w:sz w:val="24"/>
          <w:szCs w:val="24"/>
        </w:rPr>
        <w:t>ści</w:t>
      </w:r>
      <w:r w:rsidRPr="003B1427">
        <w:rPr>
          <w:sz w:val="24"/>
          <w:szCs w:val="24"/>
        </w:rPr>
        <w:t xml:space="preserve"> umowy do dnia ……..…….. Zamawiający dopuszcza możliwość przedłużania okresu obowiązywania umowy</w:t>
      </w:r>
      <w:r w:rsidRPr="003B1427">
        <w:rPr>
          <w:b/>
          <w:sz w:val="24"/>
          <w:szCs w:val="24"/>
        </w:rPr>
        <w:t xml:space="preserve"> </w:t>
      </w:r>
      <w:r w:rsidRPr="003B1427">
        <w:rPr>
          <w:sz w:val="24"/>
          <w:szCs w:val="24"/>
        </w:rPr>
        <w:t>z zastosowaniem cen określonych w umo</w:t>
      </w:r>
      <w:r w:rsidRPr="00364A08">
        <w:rPr>
          <w:sz w:val="24"/>
          <w:szCs w:val="24"/>
        </w:rPr>
        <w:t>wie, do momentu wyczerpania wartości umowy</w:t>
      </w:r>
      <w:r>
        <w:rPr>
          <w:sz w:val="24"/>
          <w:szCs w:val="24"/>
        </w:rPr>
        <w:t>,</w:t>
      </w:r>
      <w:r w:rsidRPr="00364A08">
        <w:rPr>
          <w:sz w:val="24"/>
          <w:szCs w:val="24"/>
        </w:rPr>
        <w:t xml:space="preserve"> z zachowaniem </w:t>
      </w:r>
      <w:r w:rsidRPr="003B1427">
        <w:rPr>
          <w:sz w:val="24"/>
          <w:szCs w:val="24"/>
        </w:rPr>
        <w:t>formy pisemnej w formie aneksu.</w:t>
      </w:r>
    </w:p>
    <w:p w:rsidR="002633C0" w:rsidRPr="003B1427" w:rsidRDefault="002633C0" w:rsidP="002633C0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3.</w:t>
      </w:r>
    </w:p>
    <w:p w:rsidR="002633C0" w:rsidRPr="003B1427" w:rsidRDefault="002633C0" w:rsidP="002633C0">
      <w:pPr>
        <w:pStyle w:val="Tekstpodstawowy21"/>
        <w:numPr>
          <w:ilvl w:val="0"/>
          <w:numId w:val="3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3B1427">
        <w:rPr>
          <w:b/>
          <w:sz w:val="24"/>
          <w:szCs w:val="24"/>
        </w:rPr>
        <w:t>załączniku nr 1</w:t>
      </w:r>
      <w:r w:rsidRPr="003B1427">
        <w:rPr>
          <w:sz w:val="24"/>
          <w:szCs w:val="24"/>
        </w:rPr>
        <w:t xml:space="preserve"> do niniejszej umowy</w:t>
      </w:r>
      <w:r>
        <w:rPr>
          <w:sz w:val="24"/>
          <w:szCs w:val="24"/>
        </w:rPr>
        <w:t xml:space="preserve"> – formularz asortymentowo-cenowy</w:t>
      </w:r>
      <w:r w:rsidRPr="003B1427">
        <w:rPr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numPr>
          <w:ilvl w:val="0"/>
          <w:numId w:val="3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Wartość </w:t>
      </w:r>
      <w:r>
        <w:rPr>
          <w:sz w:val="24"/>
          <w:szCs w:val="24"/>
        </w:rPr>
        <w:t>umowy dla zadania nr …………</w:t>
      </w:r>
      <w:r w:rsidRPr="003B1427">
        <w:rPr>
          <w:sz w:val="24"/>
          <w:szCs w:val="24"/>
        </w:rPr>
        <w:t xml:space="preserve"> wynosi:</w:t>
      </w:r>
    </w:p>
    <w:p w:rsidR="002633C0" w:rsidRPr="003B1427" w:rsidRDefault="002633C0" w:rsidP="002633C0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3B1427">
        <w:rPr>
          <w:b/>
          <w:sz w:val="24"/>
          <w:szCs w:val="24"/>
        </w:rPr>
        <w:t>netto: ..............................zł</w:t>
      </w:r>
      <w:r w:rsidRPr="003B1427">
        <w:rPr>
          <w:sz w:val="24"/>
          <w:szCs w:val="24"/>
        </w:rPr>
        <w:t xml:space="preserve"> (słownie: ............................................................... złotych);</w:t>
      </w:r>
    </w:p>
    <w:p w:rsidR="002633C0" w:rsidRPr="003B1427" w:rsidRDefault="002633C0" w:rsidP="002633C0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3B1427">
        <w:rPr>
          <w:b/>
          <w:sz w:val="24"/>
          <w:szCs w:val="24"/>
        </w:rPr>
        <w:t>podatek VAT:</w:t>
      </w:r>
      <w:r w:rsidRPr="003B1427">
        <w:rPr>
          <w:sz w:val="24"/>
          <w:szCs w:val="24"/>
        </w:rPr>
        <w:t xml:space="preserve"> </w:t>
      </w:r>
      <w:r w:rsidRPr="003B1427">
        <w:rPr>
          <w:b/>
          <w:sz w:val="24"/>
          <w:szCs w:val="24"/>
        </w:rPr>
        <w:t>……….. zł;</w:t>
      </w:r>
    </w:p>
    <w:p w:rsidR="002633C0" w:rsidRPr="003B1427" w:rsidRDefault="002633C0" w:rsidP="002633C0">
      <w:pPr>
        <w:pStyle w:val="Tekstpodstawowy21"/>
        <w:numPr>
          <w:ilvl w:val="1"/>
          <w:numId w:val="3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3B1427">
        <w:rPr>
          <w:b/>
          <w:sz w:val="24"/>
          <w:szCs w:val="24"/>
        </w:rPr>
        <w:t>brutto: ............................</w:t>
      </w:r>
      <w:r w:rsidRPr="003B1427">
        <w:rPr>
          <w:sz w:val="24"/>
          <w:szCs w:val="24"/>
        </w:rPr>
        <w:t xml:space="preserve"> </w:t>
      </w:r>
      <w:r w:rsidRPr="003B1427">
        <w:rPr>
          <w:b/>
          <w:sz w:val="24"/>
          <w:szCs w:val="24"/>
        </w:rPr>
        <w:t>zł</w:t>
      </w:r>
      <w:r w:rsidRPr="003B1427">
        <w:rPr>
          <w:sz w:val="24"/>
          <w:szCs w:val="24"/>
        </w:rPr>
        <w:t xml:space="preserve"> (słownie: .............................................................. złotych).</w:t>
      </w:r>
    </w:p>
    <w:p w:rsidR="002633C0" w:rsidRPr="003B1427" w:rsidRDefault="002633C0" w:rsidP="002633C0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3B1427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2633C0" w:rsidRPr="003B1427" w:rsidRDefault="002633C0" w:rsidP="002633C0">
      <w:pPr>
        <w:numPr>
          <w:ilvl w:val="0"/>
          <w:numId w:val="3"/>
        </w:numPr>
        <w:spacing w:after="60"/>
        <w:jc w:val="both"/>
      </w:pPr>
      <w:r w:rsidRPr="003B1427">
        <w:t xml:space="preserve">Zaoferowane ceny jednostkowe nie ulegną zmianie przez cały okres trwania umowy </w:t>
      </w:r>
      <w:r w:rsidRPr="003B1427">
        <w:br/>
        <w:t xml:space="preserve">z zastrzeżeniem postanowień § </w:t>
      </w:r>
      <w:r>
        <w:t>10</w:t>
      </w:r>
      <w:r w:rsidRPr="003B1427">
        <w:t>.</w:t>
      </w:r>
    </w:p>
    <w:p w:rsidR="002633C0" w:rsidRPr="003B1427" w:rsidRDefault="002633C0" w:rsidP="002633C0">
      <w:pPr>
        <w:spacing w:after="60"/>
        <w:jc w:val="both"/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4.</w:t>
      </w:r>
    </w:p>
    <w:p w:rsidR="002633C0" w:rsidRPr="003B1427" w:rsidRDefault="002633C0" w:rsidP="002633C0">
      <w:pPr>
        <w:numPr>
          <w:ilvl w:val="0"/>
          <w:numId w:val="4"/>
        </w:numPr>
        <w:tabs>
          <w:tab w:val="left" w:pos="9071"/>
        </w:tabs>
        <w:spacing w:after="60"/>
        <w:ind w:left="357" w:hanging="357"/>
        <w:jc w:val="both"/>
      </w:pPr>
      <w:r w:rsidRPr="003B1427">
        <w:t xml:space="preserve">Zamawiający zastrzega sobie prawo do zmniejszenia wielkości przedmiotu umowy określonego w </w:t>
      </w:r>
      <w:r w:rsidRPr="003B1427">
        <w:rPr>
          <w:b/>
        </w:rPr>
        <w:t>załączniku nr 1</w:t>
      </w:r>
      <w:r w:rsidRPr="003B1427">
        <w:t xml:space="preserve"> do umowy w zakresie ilości i wartości nie więcej niż </w:t>
      </w:r>
      <w:r w:rsidRPr="003B1427">
        <w:br/>
        <w:t>o 30 % całkowitej wartości brutto umowy</w:t>
      </w:r>
      <w:r>
        <w:t xml:space="preserve"> lub 30 % asortymentu, w takim wypadku Wykonawcy nie przysługuje roszczenie o dostawy niezamówionego asortymentu.</w:t>
      </w:r>
    </w:p>
    <w:p w:rsidR="002633C0" w:rsidRPr="003B1427" w:rsidRDefault="002633C0" w:rsidP="002633C0">
      <w:pPr>
        <w:widowControl w:val="0"/>
        <w:numPr>
          <w:ilvl w:val="0"/>
          <w:numId w:val="4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3B1427">
        <w:t xml:space="preserve">W okresie obowiązywania umowy Wykonawca gwarantuje ilościową realizację przedmiotu umowy z zastrzeżeniem ust. 1. </w:t>
      </w:r>
    </w:p>
    <w:p w:rsidR="002633C0" w:rsidRPr="003B1427" w:rsidRDefault="002633C0" w:rsidP="002633C0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5.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zobowiązuje się do wykonania dostaw cząstkowych towaru w </w:t>
      </w:r>
      <w:r>
        <w:rPr>
          <w:sz w:val="24"/>
          <w:szCs w:val="24"/>
        </w:rPr>
        <w:t xml:space="preserve">czasie nie dłuższym niż </w:t>
      </w:r>
      <w:r>
        <w:rPr>
          <w:b/>
          <w:sz w:val="24"/>
          <w:szCs w:val="24"/>
        </w:rPr>
        <w:t>……..</w:t>
      </w:r>
      <w:r>
        <w:rPr>
          <w:sz w:val="24"/>
          <w:szCs w:val="24"/>
        </w:rPr>
        <w:t xml:space="preserve"> </w:t>
      </w:r>
      <w:r w:rsidRPr="002D3041">
        <w:rPr>
          <w:b/>
          <w:sz w:val="24"/>
          <w:szCs w:val="24"/>
        </w:rPr>
        <w:t>dni</w:t>
      </w:r>
      <w:r>
        <w:rPr>
          <w:sz w:val="24"/>
          <w:szCs w:val="24"/>
        </w:rPr>
        <w:t xml:space="preserve"> robocze </w:t>
      </w:r>
      <w:r w:rsidRPr="00A43F80">
        <w:rPr>
          <w:sz w:val="24"/>
          <w:szCs w:val="24"/>
        </w:rPr>
        <w:t>od</w:t>
      </w:r>
      <w:r w:rsidRPr="003B1427">
        <w:rPr>
          <w:sz w:val="24"/>
          <w:szCs w:val="24"/>
        </w:rPr>
        <w:t xml:space="preserve"> chwili otrzymania zamówienia złożonego pisemnie za pośrednictwem fax-u na nr: +48(…)……………………..….. lub e-maila na adres: ………………………………... przez pracownika Zamawiającego. Zamawiający zastrzega sobie prawo do zmiany terminu dostawy w składanym zamówie</w:t>
      </w:r>
      <w:r>
        <w:rPr>
          <w:sz w:val="24"/>
          <w:szCs w:val="24"/>
        </w:rPr>
        <w:t>niu, jednak na nie krótszy niż ……… dni robocze</w:t>
      </w:r>
      <w:r w:rsidRPr="003B142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dostarczać będzie towar transportem własnym i na swój koszt i ryzyko do siedziby Zamawiającego, tj. </w:t>
      </w:r>
      <w:r>
        <w:rPr>
          <w:sz w:val="24"/>
          <w:szCs w:val="24"/>
        </w:rPr>
        <w:t>Magazyn Apteczny</w:t>
      </w:r>
      <w:r w:rsidRPr="00C817F8">
        <w:rPr>
          <w:sz w:val="24"/>
          <w:szCs w:val="24"/>
        </w:rPr>
        <w:t>, w</w:t>
      </w:r>
      <w:r w:rsidRPr="003B1427">
        <w:rPr>
          <w:sz w:val="24"/>
          <w:szCs w:val="24"/>
        </w:rPr>
        <w:t xml:space="preserve"> dniach od poniedziałku do piątku</w:t>
      </w:r>
      <w:r>
        <w:rPr>
          <w:sz w:val="24"/>
          <w:szCs w:val="24"/>
        </w:rPr>
        <w:t xml:space="preserve"> w </w:t>
      </w:r>
      <w:r w:rsidRPr="003B1427">
        <w:rPr>
          <w:sz w:val="24"/>
          <w:szCs w:val="24"/>
        </w:rPr>
        <w:t>godzinach od 8°° do 14°°. Wykonawca z</w:t>
      </w:r>
      <w:r>
        <w:rPr>
          <w:sz w:val="24"/>
          <w:szCs w:val="24"/>
        </w:rPr>
        <w:t>obowiązany jest do rozładunku i </w:t>
      </w:r>
      <w:r w:rsidRPr="003B1427">
        <w:rPr>
          <w:sz w:val="24"/>
          <w:szCs w:val="24"/>
        </w:rPr>
        <w:t>złożenia towaru w pomieszczeniach wskazanych przez personel Zamawiającego</w:t>
      </w:r>
      <w:r>
        <w:rPr>
          <w:sz w:val="24"/>
          <w:szCs w:val="24"/>
        </w:rPr>
        <w:t xml:space="preserve"> na własny koszt</w:t>
      </w:r>
      <w:r w:rsidRPr="003B1427">
        <w:rPr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Wykonawca gwarantuje dostawy towaru wolnego od wad.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Każda partia danego towaru musi być jednolita asortymentowo</w:t>
      </w:r>
      <w:r>
        <w:rPr>
          <w:sz w:val="24"/>
          <w:szCs w:val="24"/>
        </w:rPr>
        <w:t>, zgodnie</w:t>
      </w:r>
      <w:r w:rsidRPr="003B1427">
        <w:rPr>
          <w:sz w:val="24"/>
          <w:szCs w:val="24"/>
        </w:rPr>
        <w:t xml:space="preserve"> z zamówieniem, </w:t>
      </w:r>
      <w:r w:rsidRPr="003B1427">
        <w:rPr>
          <w:sz w:val="24"/>
          <w:szCs w:val="24"/>
        </w:rPr>
        <w:br/>
        <w:t>o którym mowa w ust. 1.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3B1427">
        <w:rPr>
          <w:sz w:val="24"/>
          <w:szCs w:val="24"/>
        </w:rPr>
        <w:br/>
        <w:t xml:space="preserve">i jakościowym. Sprawdzenie obejmuje przeliczenie ilości opakowań zbiorczych </w:t>
      </w:r>
      <w:r w:rsidRPr="003B1427">
        <w:rPr>
          <w:sz w:val="24"/>
          <w:szCs w:val="24"/>
        </w:rPr>
        <w:br/>
      </w:r>
      <w:r w:rsidRPr="003B1427">
        <w:rPr>
          <w:sz w:val="24"/>
          <w:szCs w:val="24"/>
        </w:rPr>
        <w:lastRenderedPageBreak/>
        <w:t>i ustalenie ich stanu, a w razie uszkodzenia opakowania zbiorczego sprawdzenie stanu jego zawartości.</w:t>
      </w:r>
      <w:r>
        <w:rPr>
          <w:sz w:val="24"/>
          <w:szCs w:val="24"/>
        </w:rPr>
        <w:t xml:space="preserve"> Zamawiający zastrzega sobie prawo do zwrotu opakowania otwartego.</w:t>
      </w:r>
    </w:p>
    <w:p w:rsidR="002633C0" w:rsidRPr="00B436BE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</w:t>
      </w:r>
      <w:r w:rsidRPr="00B436BE">
        <w:rPr>
          <w:sz w:val="24"/>
          <w:szCs w:val="24"/>
        </w:rPr>
        <w:t xml:space="preserve">zobowiązany jest uzupełnić braki towaru stwierdzonego podczas dostawy </w:t>
      </w:r>
      <w:r w:rsidRPr="00B436BE">
        <w:rPr>
          <w:sz w:val="24"/>
          <w:szCs w:val="24"/>
        </w:rPr>
        <w:br/>
        <w:t>w czasie nie dłuższym niż 2 dni robocze od zaistniałej sytuacji.</w:t>
      </w:r>
    </w:p>
    <w:p w:rsidR="002633C0" w:rsidRPr="00B436BE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B436BE">
        <w:rPr>
          <w:sz w:val="24"/>
          <w:szCs w:val="24"/>
        </w:rPr>
        <w:t>W przypadku stwierdzenia wad dostarczonego towaru Zamawiający odmówi przyjęcia towaru, a Wykonawca zobowiązany jest wymienić go niezwłocznie, w czasie nie dłuższym niż 2 dni robocze na towar wolny od wad tak, aby możliwe było jego użycie zgodnie z zapotrzebowaniem.</w:t>
      </w:r>
    </w:p>
    <w:p w:rsidR="002633C0" w:rsidRPr="003B1427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502"/>
        </w:tabs>
        <w:spacing w:after="60" w:line="240" w:lineRule="auto"/>
        <w:ind w:left="357" w:hanging="357"/>
        <w:rPr>
          <w:sz w:val="24"/>
          <w:szCs w:val="24"/>
        </w:rPr>
      </w:pPr>
      <w:r w:rsidRPr="003B1427">
        <w:rPr>
          <w:sz w:val="24"/>
          <w:szCs w:val="24"/>
        </w:rPr>
        <w:t>W przypadku stwierdzenia wad dostarczonego towaru, po dokonaniu odbioru:</w:t>
      </w:r>
    </w:p>
    <w:p w:rsidR="002633C0" w:rsidRPr="003B1427" w:rsidRDefault="002633C0" w:rsidP="002633C0">
      <w:pPr>
        <w:pStyle w:val="Tekstpodstawowy21"/>
        <w:numPr>
          <w:ilvl w:val="0"/>
          <w:numId w:val="6"/>
        </w:numPr>
        <w:tabs>
          <w:tab w:val="clear" w:pos="824"/>
          <w:tab w:val="num" w:pos="851"/>
        </w:tabs>
        <w:spacing w:after="60" w:line="240" w:lineRule="auto"/>
        <w:ind w:left="851" w:hanging="426"/>
        <w:rPr>
          <w:sz w:val="24"/>
          <w:szCs w:val="24"/>
        </w:rPr>
      </w:pPr>
      <w:r w:rsidRPr="003B1427">
        <w:rPr>
          <w:sz w:val="24"/>
          <w:szCs w:val="24"/>
        </w:rPr>
        <w:t xml:space="preserve">Zamawiający zawiadomi pisemnie o tym Wykonawcę za pośrednictwem fax-u na nr: +48(…)……………………….. lub e-mailem na adres: ……………………………... </w:t>
      </w:r>
    </w:p>
    <w:p w:rsidR="002633C0" w:rsidRDefault="002633C0" w:rsidP="002633C0">
      <w:pPr>
        <w:pStyle w:val="Tekstpodstawowy21"/>
        <w:numPr>
          <w:ilvl w:val="0"/>
          <w:numId w:val="6"/>
        </w:numPr>
        <w:tabs>
          <w:tab w:val="clear" w:pos="824"/>
          <w:tab w:val="num" w:pos="851"/>
        </w:tabs>
        <w:spacing w:after="60" w:line="240" w:lineRule="auto"/>
        <w:ind w:left="851" w:hanging="426"/>
        <w:rPr>
          <w:sz w:val="24"/>
          <w:szCs w:val="24"/>
        </w:rPr>
      </w:pPr>
      <w:r w:rsidRPr="003B1427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>
        <w:rPr>
          <w:sz w:val="24"/>
          <w:szCs w:val="24"/>
        </w:rPr>
        <w:t>w czasie nie dłuższym niż 2 dni robocze.</w:t>
      </w:r>
    </w:p>
    <w:p w:rsidR="002633C0" w:rsidRPr="00C92904" w:rsidRDefault="002633C0" w:rsidP="002633C0">
      <w:pPr>
        <w:pStyle w:val="Tekstpodstawowy21"/>
        <w:numPr>
          <w:ilvl w:val="0"/>
          <w:numId w:val="5"/>
        </w:numPr>
        <w:tabs>
          <w:tab w:val="clear" w:pos="720"/>
          <w:tab w:val="num" w:pos="426"/>
        </w:tabs>
        <w:spacing w:after="60" w:line="240" w:lineRule="auto"/>
        <w:ind w:left="426" w:hanging="426"/>
        <w:rPr>
          <w:sz w:val="24"/>
          <w:szCs w:val="24"/>
        </w:rPr>
      </w:pPr>
      <w:r w:rsidRPr="00C92904">
        <w:rPr>
          <w:sz w:val="24"/>
          <w:szCs w:val="24"/>
        </w:rPr>
        <w:t>Dla potrzeb niniejszej umowy pod pojęciem dni roboczych należy rozumieć dni tygodnia od poniedziałku do piątku, za wyjątkiem dni ustawowo wolnych od pracy oraz dni wolnych u Zamawiającego.</w:t>
      </w:r>
    </w:p>
    <w:p w:rsidR="002633C0" w:rsidRPr="003B1427" w:rsidRDefault="002633C0" w:rsidP="002633C0">
      <w:pPr>
        <w:pStyle w:val="Tekstpodstawowy21"/>
        <w:spacing w:after="60" w:line="240" w:lineRule="auto"/>
        <w:ind w:left="851"/>
        <w:rPr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>§ 6.</w:t>
      </w:r>
    </w:p>
    <w:p w:rsidR="002633C0" w:rsidRPr="003B1427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>
        <w:rPr>
          <w:sz w:val="24"/>
          <w:szCs w:val="24"/>
        </w:rPr>
        <w:t xml:space="preserve"> zawierający ilość oraz cenę zamówionego i dostarczonego towaru tj. oryginał faktury</w:t>
      </w:r>
      <w:r w:rsidRPr="003B1427">
        <w:rPr>
          <w:sz w:val="24"/>
          <w:szCs w:val="24"/>
        </w:rPr>
        <w:t xml:space="preserve"> wraz z kopią. </w:t>
      </w:r>
    </w:p>
    <w:p w:rsidR="002633C0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3B1427">
        <w:rPr>
          <w:sz w:val="24"/>
          <w:szCs w:val="24"/>
        </w:rPr>
        <w:t xml:space="preserve">Zapłata należności za wykonanie przedmiotu umowy, będzie realizowana w częściach, </w:t>
      </w:r>
      <w:r w:rsidRPr="003B1427">
        <w:rPr>
          <w:sz w:val="24"/>
          <w:szCs w:val="24"/>
        </w:rPr>
        <w:br/>
        <w:t xml:space="preserve">w formie przelewu na rachunek bankowy Wykonawcy podany na fakturze w terminie </w:t>
      </w:r>
      <w:r w:rsidRPr="003B1427">
        <w:rPr>
          <w:sz w:val="24"/>
          <w:szCs w:val="24"/>
        </w:rPr>
        <w:br/>
        <w:t>60 dni</w:t>
      </w:r>
      <w:r w:rsidR="007D7284">
        <w:rPr>
          <w:sz w:val="24"/>
          <w:szCs w:val="24"/>
        </w:rPr>
        <w:t xml:space="preserve"> </w:t>
      </w:r>
      <w:r w:rsidR="007D7284" w:rsidRPr="0099735A">
        <w:rPr>
          <w:sz w:val="24"/>
          <w:szCs w:val="24"/>
          <w:highlight w:val="yellow"/>
        </w:rPr>
        <w:t xml:space="preserve">(dot. zadań </w:t>
      </w:r>
      <w:r w:rsidR="00CC7993">
        <w:rPr>
          <w:sz w:val="24"/>
          <w:szCs w:val="24"/>
          <w:highlight w:val="yellow"/>
        </w:rPr>
        <w:t>od 1 do 13</w:t>
      </w:r>
      <w:r w:rsidR="007D7284" w:rsidRPr="0099735A">
        <w:rPr>
          <w:sz w:val="24"/>
          <w:szCs w:val="24"/>
          <w:highlight w:val="yellow"/>
        </w:rPr>
        <w:t>)</w:t>
      </w:r>
      <w:r w:rsidRPr="003B1427">
        <w:rPr>
          <w:sz w:val="24"/>
          <w:szCs w:val="24"/>
        </w:rPr>
        <w:t xml:space="preserve"> </w:t>
      </w:r>
      <w:r w:rsidR="007D7284">
        <w:rPr>
          <w:sz w:val="24"/>
          <w:szCs w:val="24"/>
        </w:rPr>
        <w:t xml:space="preserve">…………….. dni </w:t>
      </w:r>
      <w:r w:rsidR="007D7284" w:rsidRPr="0099735A">
        <w:rPr>
          <w:sz w:val="24"/>
          <w:szCs w:val="24"/>
          <w:highlight w:val="yellow"/>
        </w:rPr>
        <w:t xml:space="preserve">(dotyczy zadań </w:t>
      </w:r>
      <w:r w:rsidR="00CC7993">
        <w:rPr>
          <w:sz w:val="24"/>
          <w:szCs w:val="24"/>
          <w:highlight w:val="yellow"/>
        </w:rPr>
        <w:t>od 14 do 18</w:t>
      </w:r>
      <w:r w:rsidR="007D7284" w:rsidRPr="0099735A">
        <w:rPr>
          <w:sz w:val="24"/>
          <w:szCs w:val="24"/>
          <w:highlight w:val="yellow"/>
        </w:rPr>
        <w:t>)</w:t>
      </w:r>
      <w:r w:rsidR="007D7284">
        <w:rPr>
          <w:sz w:val="24"/>
          <w:szCs w:val="24"/>
        </w:rPr>
        <w:t xml:space="preserve"> </w:t>
      </w:r>
      <w:r w:rsidRPr="003B1427">
        <w:rPr>
          <w:sz w:val="24"/>
          <w:szCs w:val="24"/>
        </w:rPr>
        <w:t>od daty dostawy kompletnego i wolnego od wad towaru i doręczenia Zamawiającemu prawidłowo wystawionej faktury, zgodnie z obowiązującymi przepisami prawa</w:t>
      </w:r>
      <w:r>
        <w:rPr>
          <w:sz w:val="24"/>
          <w:szCs w:val="24"/>
        </w:rPr>
        <w:t xml:space="preserve"> w tym ustawy z dnia 8 marca 2013 r. o terminach zapłaty w transakcjach handlowych (Dz. U. z 2013 r., poz. 403)</w:t>
      </w:r>
      <w:r w:rsidRPr="003B1427">
        <w:rPr>
          <w:sz w:val="24"/>
          <w:szCs w:val="24"/>
        </w:rPr>
        <w:t>.</w:t>
      </w:r>
    </w:p>
    <w:p w:rsidR="002633C0" w:rsidRPr="00CB6802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przypada na dzień ustawowo wolny od pracy, to płatność nastąpi w następnym dniu roboczym następującym po tym dniu.</w:t>
      </w:r>
    </w:p>
    <w:p w:rsidR="002633C0" w:rsidRPr="003B1427" w:rsidRDefault="002633C0" w:rsidP="002633C0">
      <w:pPr>
        <w:numPr>
          <w:ilvl w:val="0"/>
          <w:numId w:val="7"/>
        </w:numPr>
        <w:tabs>
          <w:tab w:val="clear" w:pos="720"/>
          <w:tab w:val="num" w:pos="360"/>
        </w:tabs>
        <w:spacing w:after="60"/>
        <w:ind w:left="360"/>
        <w:jc w:val="both"/>
      </w:pPr>
      <w:r w:rsidRPr="003B1427">
        <w:t xml:space="preserve">W przypadku nieprawidłowo wystawionej faktury termin płatności ulega wstrzymaniu </w:t>
      </w:r>
      <w:r w:rsidRPr="003B1427">
        <w:br/>
        <w:t>i dalszy bieg terminu płatności liczy się od dnia usunięcia przez Wykonawcę stwierdzonych nieprawidłowości.</w:t>
      </w:r>
    </w:p>
    <w:p w:rsidR="002633C0" w:rsidRPr="003B1427" w:rsidRDefault="002633C0" w:rsidP="002633C0">
      <w:pPr>
        <w:numPr>
          <w:ilvl w:val="0"/>
          <w:numId w:val="7"/>
        </w:numPr>
        <w:tabs>
          <w:tab w:val="clear" w:pos="720"/>
          <w:tab w:val="num" w:pos="360"/>
        </w:tabs>
        <w:spacing w:after="60"/>
        <w:ind w:left="360"/>
        <w:jc w:val="both"/>
      </w:pPr>
      <w:r w:rsidRPr="003B1427">
        <w:t>W przypadku niekompletnej lub wadliwej dostawy towaru, termin płatności ulega wstrzymaniu i dalszy bieg terminu płatności liczy się od dnia uzupełnienia lub usunięcia wad dostawy towaru.</w:t>
      </w:r>
    </w:p>
    <w:p w:rsidR="007E10CD" w:rsidRPr="00650BE1" w:rsidRDefault="007E10CD" w:rsidP="007E10CD">
      <w:pPr>
        <w:numPr>
          <w:ilvl w:val="0"/>
          <w:numId w:val="7"/>
        </w:numPr>
        <w:tabs>
          <w:tab w:val="clear" w:pos="720"/>
          <w:tab w:val="num" w:pos="360"/>
        </w:tabs>
        <w:spacing w:after="60"/>
        <w:ind w:left="360"/>
        <w:jc w:val="both"/>
      </w:pPr>
      <w:r w:rsidRPr="00650BE1">
        <w:t xml:space="preserve">Za dzień dokonania płatności uznaje się dzień </w:t>
      </w:r>
      <w:r>
        <w:t>obciążenia rachunku bankowego Zamawiającego.</w:t>
      </w:r>
    </w:p>
    <w:p w:rsidR="002633C0" w:rsidRPr="002633C0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lastRenderedPageBreak/>
        <w:t xml:space="preserve">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niesklasyfikowaną, jak i pozostałe doradztwo 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br/>
        <w:t>w zakresie prowadzenia działalności gospodarczej i zarządzania w rozumieniu m.in. przepisów rozporządzenia Rady Ministrów z dnia 24 grudnia 2007 r. w sprawie Polskiej Klasyfikacji Działalności (</w:t>
      </w:r>
      <w:r w:rsidRPr="002633C0">
        <w:rPr>
          <w:rStyle w:val="h1"/>
          <w:sz w:val="24"/>
          <w:szCs w:val="24"/>
        </w:rPr>
        <w:t>Dz. U. Nr 251, poz. 1885)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2633C0" w:rsidRPr="002633C0" w:rsidRDefault="002633C0" w:rsidP="002633C0">
      <w:pPr>
        <w:pStyle w:val="Tekstpodstawowy21"/>
        <w:numPr>
          <w:ilvl w:val="0"/>
          <w:numId w:val="7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2633C0" w:rsidRPr="002633C0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2633C0" w:rsidRPr="002633C0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2633C0">
        <w:rPr>
          <w:b/>
          <w:sz w:val="24"/>
          <w:szCs w:val="24"/>
        </w:rPr>
        <w:t xml:space="preserve">§ 7. </w:t>
      </w:r>
    </w:p>
    <w:p w:rsidR="002633C0" w:rsidRPr="002633C0" w:rsidRDefault="002633C0" w:rsidP="002633C0">
      <w:pPr>
        <w:pStyle w:val="Tekstpodstawowy21"/>
        <w:numPr>
          <w:ilvl w:val="0"/>
          <w:numId w:val="12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2633C0">
        <w:rPr>
          <w:sz w:val="24"/>
          <w:szCs w:val="24"/>
        </w:rPr>
        <w:t>Zamawiający zastrzega sobie prawo do naliczenia następujących kar umownych:</w:t>
      </w:r>
    </w:p>
    <w:p w:rsidR="002633C0" w:rsidRPr="002633C0" w:rsidRDefault="002633C0" w:rsidP="002633C0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2633C0">
        <w:rPr>
          <w:color w:val="000000"/>
          <w:sz w:val="24"/>
          <w:szCs w:val="24"/>
        </w:rPr>
        <w:t xml:space="preserve">Wykonawca zapłaci Zamawiającemu karę umowną w przypadku nieterminowego wykonania dostawy zgodnie z </w:t>
      </w:r>
      <w:r w:rsidRPr="002633C0">
        <w:rPr>
          <w:sz w:val="24"/>
          <w:szCs w:val="24"/>
        </w:rPr>
        <w:t>§</w:t>
      </w:r>
      <w:r w:rsidRPr="002633C0">
        <w:rPr>
          <w:color w:val="000000"/>
          <w:sz w:val="24"/>
          <w:szCs w:val="24"/>
        </w:rPr>
        <w:t xml:space="preserve"> 5 ust. 1 lub niekompletnej dostawy (dostawy towaru </w:t>
      </w:r>
      <w:r w:rsidRPr="002633C0">
        <w:rPr>
          <w:color w:val="000000"/>
          <w:sz w:val="24"/>
          <w:szCs w:val="24"/>
        </w:rPr>
        <w:br/>
        <w:t>z stwierdzonymi brakami ilościowymi) lub usunięcia wady (dostawy towaru wolnego od wad)</w:t>
      </w:r>
      <w:r w:rsidRPr="002633C0">
        <w:rPr>
          <w:sz w:val="24"/>
          <w:szCs w:val="24"/>
        </w:rPr>
        <w:t xml:space="preserve"> w wysokości 0,2% wartości brutto umowy, określonej w § 3 ust. 2 pkt 3,</w:t>
      </w:r>
      <w:r w:rsidRPr="002633C0">
        <w:rPr>
          <w:rStyle w:val="FontStyle33"/>
        </w:rPr>
        <w:t xml:space="preserve"> </w:t>
      </w:r>
      <w:r w:rsidRPr="002633C0">
        <w:rPr>
          <w:sz w:val="24"/>
          <w:szCs w:val="24"/>
        </w:rPr>
        <w:t>za każdy rozpoczęty dzień zwłoki;</w:t>
      </w:r>
    </w:p>
    <w:p w:rsidR="002633C0" w:rsidRPr="002633C0" w:rsidRDefault="002633C0" w:rsidP="002633C0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2633C0">
        <w:rPr>
          <w:sz w:val="24"/>
          <w:szCs w:val="24"/>
        </w:rPr>
        <w:t>Wykonawca zapłaci Zamawiającemu karę umowną w wysokości 10% wartości brutto umowy, określonej w § 3 ust. 2 pkt 3, w przypadku odstąpienia od umowy przez Zamawiającego z przyczyn leżących po stronie Wykonawcy lub odstąpienia od umowy przez Wykonawcę z przyczyn nieleżących po stronie Zamawiającego;</w:t>
      </w:r>
    </w:p>
    <w:p w:rsidR="002633C0" w:rsidRPr="002633C0" w:rsidRDefault="002633C0" w:rsidP="002633C0">
      <w:pPr>
        <w:pStyle w:val="Tekstpodstawowy21"/>
        <w:numPr>
          <w:ilvl w:val="0"/>
          <w:numId w:val="13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rStyle w:val="FontStyle60"/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2633C0">
        <w:rPr>
          <w:rStyle w:val="FontStyle33"/>
        </w:rPr>
        <w:t>§ 6 ust. 7,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Zamawiającego kary umownej w wysokości 5% od wartości brutto umowy, </w:t>
      </w:r>
      <w:r w:rsidRPr="002633C0">
        <w:rPr>
          <w:sz w:val="24"/>
          <w:szCs w:val="24"/>
        </w:rPr>
        <w:t>określonej w § 3 ust. 2 pkt 3,</w:t>
      </w:r>
      <w:r w:rsidRPr="002633C0">
        <w:rPr>
          <w:rStyle w:val="FontStyle60"/>
          <w:rFonts w:ascii="Times New Roman" w:hAnsi="Times New Roman" w:cs="Times New Roman"/>
          <w:sz w:val="24"/>
          <w:szCs w:val="24"/>
        </w:rPr>
        <w:t xml:space="preserve"> za każdy przypadek naruszenia wskazanego obowiązku. </w:t>
      </w:r>
    </w:p>
    <w:p w:rsidR="002633C0" w:rsidRPr="002633C0" w:rsidRDefault="002633C0" w:rsidP="002633C0">
      <w:pPr>
        <w:pStyle w:val="Tekstpodstawowy21"/>
        <w:numPr>
          <w:ilvl w:val="0"/>
          <w:numId w:val="15"/>
        </w:numPr>
        <w:tabs>
          <w:tab w:val="num" w:pos="709"/>
        </w:tabs>
        <w:spacing w:after="60" w:line="240" w:lineRule="auto"/>
        <w:rPr>
          <w:sz w:val="24"/>
          <w:szCs w:val="24"/>
        </w:rPr>
      </w:pPr>
      <w:r w:rsidRPr="002633C0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2633C0" w:rsidRPr="002633C0" w:rsidRDefault="002633C0" w:rsidP="002633C0">
      <w:pPr>
        <w:pStyle w:val="Tekstpodstawowy21"/>
        <w:numPr>
          <w:ilvl w:val="0"/>
          <w:numId w:val="15"/>
        </w:numPr>
        <w:spacing w:after="60" w:line="240" w:lineRule="auto"/>
        <w:rPr>
          <w:sz w:val="24"/>
          <w:szCs w:val="24"/>
        </w:rPr>
      </w:pPr>
      <w:r w:rsidRPr="002633C0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2633C0" w:rsidRPr="002633C0" w:rsidRDefault="002633C0" w:rsidP="002633C0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2633C0" w:rsidRPr="002633C0" w:rsidRDefault="002633C0" w:rsidP="002633C0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2633C0">
        <w:rPr>
          <w:b/>
        </w:rPr>
        <w:t>§ 8.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2633C0">
        <w:t>Zamawiający może odstąpić od umowy w razie wystąpienia istotnej zmiany okoliczności powodującej, że wykonanie umowy nie leży w interesie publicznym</w:t>
      </w:r>
      <w:r w:rsidRPr="003B1427">
        <w:t>, czego nie można było przewidzieć w chwili zawierania umowy.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3B1427">
        <w:t>Odstąpienie od umowy w przypadku, o którym mowa w ust. 1 może nastąpić w terminie 30 dni od powzięcia wiadomości o powyższych okolicznościach.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3B1427">
        <w:rPr>
          <w:spacing w:val="3"/>
        </w:rPr>
        <w:t xml:space="preserve">W terminie </w:t>
      </w:r>
      <w:r>
        <w:rPr>
          <w:spacing w:val="3"/>
        </w:rPr>
        <w:t>3</w:t>
      </w:r>
      <w:r w:rsidRPr="003B1427">
        <w:rPr>
          <w:spacing w:val="3"/>
        </w:rPr>
        <w:t>0 dni od dnia powzięcia wiadomości o niżej wymienionych sytuacjach Zamawiającemu przysługuje prawo odstąpienia od umowy albo jej niezrealizowanej części w terminach i na zasadach określonych w umowie</w:t>
      </w:r>
      <w:r w:rsidRPr="003B1427">
        <w:t xml:space="preserve">, to jest </w:t>
      </w:r>
      <w:r w:rsidRPr="003B1427">
        <w:rPr>
          <w:spacing w:val="3"/>
        </w:rPr>
        <w:t xml:space="preserve">w przypadkach, </w:t>
      </w:r>
      <w:r w:rsidRPr="003B1427">
        <w:rPr>
          <w:spacing w:val="3"/>
        </w:rPr>
        <w:br/>
      </w:r>
      <w:r w:rsidRPr="003B1427">
        <w:rPr>
          <w:spacing w:val="3"/>
        </w:rPr>
        <w:lastRenderedPageBreak/>
        <w:t xml:space="preserve">w których Wykonawca: nie wykonuje przedmiotu umowy, nienależycie wykonuje przedmiot umowy, w szczególności, </w:t>
      </w:r>
      <w:r w:rsidRPr="003B1427">
        <w:t xml:space="preserve">w przypadku nieterminowej lub niekompletnej dostawy towaru lub dostawy towaru nieodpowiadającego umowie </w:t>
      </w:r>
      <w:r w:rsidRPr="003B1427">
        <w:rPr>
          <w:spacing w:val="3"/>
        </w:rPr>
        <w:t xml:space="preserve">oraz w innych przypadkach, w których Wykonawca w sposób nienależyty wywiązuje się </w:t>
      </w:r>
      <w:r w:rsidRPr="003B1427">
        <w:rPr>
          <w:spacing w:val="3"/>
        </w:rPr>
        <w:br/>
        <w:t xml:space="preserve">z obowiązków umownych lub nie wywiązuje się z tych obowiązków. </w:t>
      </w:r>
      <w:r w:rsidRPr="003B1427">
        <w:t xml:space="preserve"> 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3B1427">
        <w:t>Zamawiający może odstąpić od umowy, jeżeli opóźnienie w dostawie przedmiotu umowy przekroczy 7 dni w stosunku do terminu określonego w umowie.</w:t>
      </w:r>
    </w:p>
    <w:p w:rsidR="002633C0" w:rsidRPr="00A617E1" w:rsidRDefault="002633C0" w:rsidP="002633C0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3B1427">
        <w:t>W sytuacji odstąpienia od niezrealizowanej części umowy, Wykonawcy przysługuje wynagrodzenie wyłącznie za dostawy wykonane przed odstąpieniem.</w:t>
      </w:r>
    </w:p>
    <w:p w:rsidR="002633C0" w:rsidRPr="003B1427" w:rsidRDefault="002633C0" w:rsidP="002633C0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3B1427">
        <w:t>Odstąpienie od umowy wymaga formy pisemnej pod rygorem nieważności. Strona rozwiązująca Umowę powinna podać pisemne uzasadnienie swojej decyzji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A617E1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numPr>
          <w:ilvl w:val="0"/>
          <w:numId w:val="10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2633C0" w:rsidRPr="003B1427" w:rsidRDefault="002633C0" w:rsidP="002633C0">
      <w:pPr>
        <w:pStyle w:val="Tekstpodstawowy21"/>
        <w:numPr>
          <w:ilvl w:val="0"/>
          <w:numId w:val="10"/>
        </w:numPr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Strony podają następujące adresy do doręczeń:</w:t>
      </w:r>
    </w:p>
    <w:p w:rsidR="002633C0" w:rsidRPr="003B1427" w:rsidRDefault="002633C0" w:rsidP="002633C0">
      <w:pPr>
        <w:numPr>
          <w:ilvl w:val="0"/>
          <w:numId w:val="11"/>
        </w:numPr>
        <w:spacing w:after="60"/>
        <w:jc w:val="both"/>
      </w:pPr>
      <w:r w:rsidRPr="003B1427">
        <w:t xml:space="preserve">Zamawiający: </w:t>
      </w:r>
      <w:r>
        <w:t xml:space="preserve">Narodowy </w:t>
      </w:r>
      <w:r w:rsidRPr="003B1427">
        <w:rPr>
          <w:bCs/>
          <w:color w:val="000000"/>
        </w:rPr>
        <w:t xml:space="preserve">Instytut </w:t>
      </w:r>
      <w:r>
        <w:rPr>
          <w:bCs/>
          <w:color w:val="000000"/>
        </w:rPr>
        <w:t xml:space="preserve">Geriatrii, </w:t>
      </w:r>
      <w:r w:rsidRPr="003B1427">
        <w:rPr>
          <w:bCs/>
          <w:color w:val="000000"/>
        </w:rPr>
        <w:t xml:space="preserve">Reumatologii </w:t>
      </w:r>
      <w:r>
        <w:rPr>
          <w:bCs/>
          <w:color w:val="000000"/>
        </w:rPr>
        <w:t xml:space="preserve">i Rehabilitacji </w:t>
      </w:r>
      <w:r w:rsidRPr="003B1427">
        <w:rPr>
          <w:bCs/>
          <w:color w:val="000000"/>
        </w:rPr>
        <w:t xml:space="preserve">im. prof. dr </w:t>
      </w:r>
      <w:r>
        <w:rPr>
          <w:bCs/>
          <w:color w:val="000000"/>
        </w:rPr>
        <w:t xml:space="preserve">hab. med. </w:t>
      </w:r>
      <w:r w:rsidRPr="003B1427">
        <w:rPr>
          <w:bCs/>
          <w:color w:val="000000"/>
        </w:rPr>
        <w:t>Eleonory Reicher</w:t>
      </w:r>
      <w:r w:rsidRPr="003B1427">
        <w:t xml:space="preserve"> ul. Spartańska 1, 02-637 Warszawa;</w:t>
      </w:r>
    </w:p>
    <w:p w:rsidR="002633C0" w:rsidRPr="003B1427" w:rsidRDefault="002633C0" w:rsidP="002633C0">
      <w:pPr>
        <w:numPr>
          <w:ilvl w:val="0"/>
          <w:numId w:val="11"/>
        </w:numPr>
        <w:spacing w:after="60"/>
        <w:jc w:val="both"/>
      </w:pPr>
      <w:r w:rsidRPr="003B1427">
        <w:t>Wykonawca: ………………………………………………………………………….</w:t>
      </w:r>
    </w:p>
    <w:p w:rsidR="002633C0" w:rsidRPr="003B1427" w:rsidRDefault="002633C0" w:rsidP="002633C0">
      <w:pPr>
        <w:numPr>
          <w:ilvl w:val="0"/>
          <w:numId w:val="10"/>
        </w:numPr>
        <w:spacing w:after="60"/>
        <w:jc w:val="both"/>
      </w:pPr>
      <w:r w:rsidRPr="003B1427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10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widowControl w:val="0"/>
        <w:numPr>
          <w:ilvl w:val="0"/>
          <w:numId w:val="8"/>
        </w:numPr>
        <w:autoSpaceDE w:val="0"/>
        <w:spacing w:after="60"/>
        <w:jc w:val="both"/>
      </w:pPr>
      <w:r w:rsidRPr="003B1427">
        <w:t xml:space="preserve">Zamawiający, zgodnie z art. 144 </w:t>
      </w:r>
      <w:r>
        <w:t xml:space="preserve">ust.1 </w:t>
      </w:r>
      <w:r w:rsidRPr="003B1427">
        <w:t xml:space="preserve">ustawy </w:t>
      </w:r>
      <w:proofErr w:type="spellStart"/>
      <w:r w:rsidRPr="003B1427">
        <w:t>Pzp</w:t>
      </w:r>
      <w:proofErr w:type="spellEnd"/>
      <w:r w:rsidRPr="003B1427">
        <w:t>, przewiduje zmiany postanowień niniejszej umowy w stosunku do treści oferty, na podstawie, kt</w:t>
      </w:r>
      <w:r w:rsidR="00622692">
        <w:t xml:space="preserve">órej dokonano wyboru Wykonawcy </w:t>
      </w:r>
      <w:r w:rsidRPr="003B1427">
        <w:t xml:space="preserve">w zakresie: 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>
        <w:t xml:space="preserve">zmiany wynagrodzenia w związku ze </w:t>
      </w:r>
      <w:r w:rsidRPr="003B1427">
        <w:t>zmian</w:t>
      </w:r>
      <w:r>
        <w:t>ą</w:t>
      </w:r>
      <w:r w:rsidRPr="003B1427">
        <w:t xml:space="preserve"> przepisów powszechnie obowiązujących dotyczących zmiany stawki podatku VAT w ramach niniejszej umowy; zmianie ulegnie cena jednostkowa </w:t>
      </w:r>
      <w:r>
        <w:t>netto</w:t>
      </w:r>
      <w:r w:rsidRPr="003B1427">
        <w:t xml:space="preserve">, a cena jednostkowa </w:t>
      </w:r>
      <w:r>
        <w:t>brutto</w:t>
      </w:r>
      <w:r w:rsidRPr="003B1427">
        <w:t xml:space="preserve"> pozostanie bez zmian;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>
        <w:t xml:space="preserve">zmiany wynagrodzenia w związku ze </w:t>
      </w:r>
      <w:r w:rsidRPr="003B1427">
        <w:t>zmniejszeni</w:t>
      </w:r>
      <w:r>
        <w:t>em</w:t>
      </w:r>
      <w:r w:rsidRPr="003B1427">
        <w:t xml:space="preserve"> ceny jednostkowej netto i brutto poszczególnego asortymentu, będącego przedmiotem umowy i wyszczególnionego w </w:t>
      </w:r>
      <w:r w:rsidRPr="003B1427">
        <w:rPr>
          <w:b/>
        </w:rPr>
        <w:t>załączniku nr 1</w:t>
      </w:r>
      <w:r w:rsidRPr="003B1427">
        <w:t xml:space="preserve"> do niniejszej umowy;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3B1427">
        <w:t>wydłużenia terminu realizacji umowy, o którym mowa w § 2 z zastrzeżeniem nie wyczerpania wartości umowy, o której mowa w § 3 ust. 2 pkt 3</w:t>
      </w:r>
      <w:r>
        <w:t xml:space="preserve"> </w:t>
      </w:r>
      <w:r w:rsidRPr="003B1427">
        <w:t>niniejszej umowy;</w:t>
      </w:r>
    </w:p>
    <w:p w:rsidR="002633C0" w:rsidRPr="003B1427" w:rsidRDefault="002633C0" w:rsidP="002633C0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3B1427">
        <w:t>dokonywania zmian ilościowych w ramach określonego w umowie przedmiotu zamówienia - danego zadania - do wysokości wartości umowy określonej dla danego zadania, w związku z uzasadnionymi potrzebami Zamawiającego, czego nie dało się przewidzieć w chwili przygotowania postępowania o udzielenie zamówienia;</w:t>
      </w:r>
    </w:p>
    <w:p w:rsidR="002633C0" w:rsidRPr="003B1427" w:rsidRDefault="002633C0" w:rsidP="002633C0">
      <w:pPr>
        <w:numPr>
          <w:ilvl w:val="0"/>
          <w:numId w:val="9"/>
        </w:numPr>
        <w:spacing w:after="60"/>
        <w:jc w:val="both"/>
      </w:pPr>
      <w:r w:rsidRPr="003B1427">
        <w:t xml:space="preserve">wycofania przez producenta któregokolwiek z produktów określonych </w:t>
      </w:r>
      <w:r w:rsidRPr="003B1427">
        <w:rPr>
          <w:b/>
        </w:rPr>
        <w:t>w załączniku nr 1</w:t>
      </w:r>
      <w:r w:rsidRPr="003B1427">
        <w:t xml:space="preserve"> do niniejszej umowy (zaprzestania dystrybucji lub produkcji, w tym czasowego zaprzestania); Strony zastrzegają możliwość zmiany umowy w zakresie produktu wycofanego, o ile Wykonawca przedstawi do akceptacji Zamawiającego zamiennik produktu o tych samych właściwościach w cenie nie wyższej niż ta, która została określona w umowie za wycofany produkt.</w:t>
      </w:r>
    </w:p>
    <w:p w:rsidR="002633C0" w:rsidRPr="000631ED" w:rsidRDefault="002633C0" w:rsidP="002633C0">
      <w:pPr>
        <w:pStyle w:val="Akapitzlist"/>
        <w:numPr>
          <w:ilvl w:val="0"/>
          <w:numId w:val="8"/>
        </w:numPr>
        <w:jc w:val="both"/>
        <w:rPr>
          <w:sz w:val="24"/>
          <w:szCs w:val="24"/>
        </w:rPr>
      </w:pPr>
      <w:r w:rsidRPr="000631ED">
        <w:rPr>
          <w:sz w:val="24"/>
          <w:szCs w:val="24"/>
        </w:rPr>
        <w:lastRenderedPageBreak/>
        <w:t>Obniżenie ceny jednostkowej towaru nie wymaga formy pisemnej w formie aneksu i jest obowiązkowe w przypadku zmiany cen u producenta, wskaźnika kursu euro, cen urzędowych itp. Jednocześnie Wykonawca jest zobowiązany do powiadomienia Zamawiającego o każdej z takiej zmianie (np. e-mail, fax).</w:t>
      </w:r>
    </w:p>
    <w:p w:rsidR="002633C0" w:rsidRDefault="002633C0" w:rsidP="002633C0">
      <w:pPr>
        <w:numPr>
          <w:ilvl w:val="0"/>
          <w:numId w:val="8"/>
        </w:numPr>
        <w:spacing w:after="60"/>
        <w:jc w:val="both"/>
      </w:pPr>
      <w:r w:rsidRPr="003B1427">
        <w:t>Zmiana warunków niniejszej umowy wymaga formy pisemnej w formie aneksu pod rygorem nieważności z zastrzeżeniem ust. 1 pkt 4 oraz ust. 2.</w:t>
      </w:r>
    </w:p>
    <w:p w:rsidR="002633C0" w:rsidRPr="003B1427" w:rsidRDefault="002633C0" w:rsidP="002633C0">
      <w:pPr>
        <w:numPr>
          <w:ilvl w:val="0"/>
          <w:numId w:val="8"/>
        </w:numPr>
        <w:spacing w:after="60"/>
        <w:jc w:val="both"/>
      </w:pPr>
      <w:r>
        <w:t>Strony mogą dokonać zmiany umowy w przypadkach określonych w art. 144 ust.1 pkt 2-6 ustawy Prawo zamówień publicznych.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3B1427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11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 xml:space="preserve">W sprawach nieuregulowanych niniejszą Umową mają zastosowanie przepisy ustawy </w:t>
      </w:r>
      <w:proofErr w:type="spellStart"/>
      <w:r w:rsidRPr="003B1427">
        <w:rPr>
          <w:sz w:val="24"/>
          <w:szCs w:val="24"/>
        </w:rPr>
        <w:t>Pzp</w:t>
      </w:r>
      <w:proofErr w:type="spellEnd"/>
      <w:r w:rsidRPr="003B1427">
        <w:rPr>
          <w:sz w:val="24"/>
          <w:szCs w:val="24"/>
        </w:rPr>
        <w:t>, Kodeksu cywilnego oraz inne powszechnie obowiązujące dotyczące przedmiotu umowy.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2633C0" w:rsidRPr="003B1427" w:rsidRDefault="002633C0" w:rsidP="002633C0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13</w:t>
      </w:r>
      <w:r w:rsidRPr="003B1427">
        <w:rPr>
          <w:b/>
          <w:sz w:val="24"/>
          <w:szCs w:val="24"/>
        </w:rPr>
        <w:t>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  <w:r w:rsidRPr="003B1427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2633C0" w:rsidRPr="003B1427" w:rsidRDefault="002633C0" w:rsidP="002633C0">
      <w:pPr>
        <w:pStyle w:val="Tekstpodstawowy21"/>
        <w:spacing w:after="60" w:line="240" w:lineRule="auto"/>
        <w:rPr>
          <w:sz w:val="24"/>
          <w:szCs w:val="24"/>
        </w:rPr>
      </w:pPr>
    </w:p>
    <w:p w:rsidR="00890AB5" w:rsidRDefault="002633C0" w:rsidP="002633C0">
      <w:r w:rsidRPr="003B1427">
        <w:rPr>
          <w:b/>
        </w:rPr>
        <w:t xml:space="preserve">ZAMAWIAJĄCY: </w:t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</w:r>
      <w:r w:rsidRPr="003B1427">
        <w:rPr>
          <w:b/>
        </w:rPr>
        <w:tab/>
        <w:t>WYKONAWCA</w:t>
      </w:r>
    </w:p>
    <w:sectPr w:rsidR="00890AB5" w:rsidSect="00890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 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FD62EA"/>
    <w:multiLevelType w:val="hybridMultilevel"/>
    <w:tmpl w:val="CEFE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54665D"/>
    <w:multiLevelType w:val="hybridMultilevel"/>
    <w:tmpl w:val="0C3CA5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13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6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C0"/>
    <w:rsid w:val="00066B92"/>
    <w:rsid w:val="00141FDD"/>
    <w:rsid w:val="002633C0"/>
    <w:rsid w:val="00355884"/>
    <w:rsid w:val="003D5C42"/>
    <w:rsid w:val="005A5A77"/>
    <w:rsid w:val="00622692"/>
    <w:rsid w:val="006928FE"/>
    <w:rsid w:val="007D7284"/>
    <w:rsid w:val="007E10CD"/>
    <w:rsid w:val="00890AB5"/>
    <w:rsid w:val="0092709D"/>
    <w:rsid w:val="0099735A"/>
    <w:rsid w:val="00B14E89"/>
    <w:rsid w:val="00CC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633C0"/>
    <w:pPr>
      <w:suppressAutoHyphens/>
      <w:jc w:val="center"/>
    </w:pPr>
    <w:rPr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633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rsid w:val="002633C0"/>
    <w:pPr>
      <w:suppressAutoHyphens/>
      <w:jc w:val="both"/>
    </w:pPr>
    <w:rPr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33C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2633C0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paragraph" w:styleId="Akapitzlist">
    <w:name w:val="List Paragraph"/>
    <w:basedOn w:val="Normalny"/>
    <w:qFormat/>
    <w:rsid w:val="002633C0"/>
    <w:pPr>
      <w:suppressAutoHyphens/>
      <w:ind w:left="708"/>
    </w:pPr>
    <w:rPr>
      <w:sz w:val="20"/>
      <w:szCs w:val="20"/>
      <w:lang w:eastAsia="ar-SA"/>
    </w:rPr>
  </w:style>
  <w:style w:type="character" w:customStyle="1" w:styleId="FontStyle33">
    <w:name w:val="Font Style33"/>
    <w:basedOn w:val="Domylnaczcionkaakapitu"/>
    <w:uiPriority w:val="99"/>
    <w:rsid w:val="002633C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2633C0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2633C0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3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63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2633C0"/>
    <w:pPr>
      <w:suppressAutoHyphens/>
      <w:jc w:val="center"/>
    </w:pPr>
    <w:rPr>
      <w:b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2633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rsid w:val="002633C0"/>
    <w:pPr>
      <w:suppressAutoHyphens/>
      <w:jc w:val="both"/>
    </w:pPr>
    <w:rPr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633C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2633C0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paragraph" w:styleId="Akapitzlist">
    <w:name w:val="List Paragraph"/>
    <w:basedOn w:val="Normalny"/>
    <w:qFormat/>
    <w:rsid w:val="002633C0"/>
    <w:pPr>
      <w:suppressAutoHyphens/>
      <w:ind w:left="708"/>
    </w:pPr>
    <w:rPr>
      <w:sz w:val="20"/>
      <w:szCs w:val="20"/>
      <w:lang w:eastAsia="ar-SA"/>
    </w:rPr>
  </w:style>
  <w:style w:type="character" w:customStyle="1" w:styleId="FontStyle33">
    <w:name w:val="Font Style33"/>
    <w:basedOn w:val="Domylnaczcionkaakapitu"/>
    <w:uiPriority w:val="99"/>
    <w:rsid w:val="002633C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2633C0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2633C0"/>
    <w:rPr>
      <w:rFonts w:cs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3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63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2215</Words>
  <Characters>13294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IR_DP2</cp:lastModifiedBy>
  <cp:revision>8</cp:revision>
  <cp:lastPrinted>2016-09-05T11:39:00Z</cp:lastPrinted>
  <dcterms:created xsi:type="dcterms:W3CDTF">2016-09-06T07:22:00Z</dcterms:created>
  <dcterms:modified xsi:type="dcterms:W3CDTF">2017-01-11T13:26:00Z</dcterms:modified>
</cp:coreProperties>
</file>