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DB3528" w:rsidP="00CB6204">
      <w:pPr>
        <w:pStyle w:val="Nagwek4"/>
        <w:rPr>
          <w:b/>
          <w:i w:val="0"/>
        </w:rPr>
      </w:pPr>
      <w:r>
        <w:rPr>
          <w:noProof/>
        </w:rPr>
        <w:pict>
          <v:roundrect id="_x0000_s1026" style="position:absolute;left:0;text-align:left;margin-left:-24.1pt;margin-top:-35.75pt;width:189.45pt;height:78.85pt;z-index:251657728" arcsize="10923f" filled="f" strokeweight=".25pt">
            <v:textbox style="mso-next-textbox:#_x0000_s1026" inset="1pt,1pt,1pt,1pt">
              <w:txbxContent>
                <w:p w:rsidR="00CB6204" w:rsidRDefault="00CB6204" w:rsidP="00CB6204"/>
                <w:p w:rsidR="00CB6204" w:rsidRDefault="00CB6204" w:rsidP="00CB6204">
                  <w:pPr>
                    <w:rPr>
                      <w:sz w:val="12"/>
                    </w:rPr>
                  </w:pPr>
                </w:p>
                <w:p w:rsidR="00CB6204" w:rsidRDefault="00CB6204" w:rsidP="00CB6204">
                  <w:pPr>
                    <w:rPr>
                      <w:sz w:val="12"/>
                    </w:rPr>
                  </w:pPr>
                </w:p>
                <w:p w:rsidR="00CB6204" w:rsidRDefault="00CB6204" w:rsidP="00CB6204">
                  <w:pPr>
                    <w:rPr>
                      <w:sz w:val="12"/>
                    </w:rPr>
                  </w:pPr>
                </w:p>
                <w:p w:rsidR="00CB6204" w:rsidRDefault="00CB6204" w:rsidP="00CB6204">
                  <w:pPr>
                    <w:rPr>
                      <w:sz w:val="12"/>
                    </w:rPr>
                  </w:pPr>
                </w:p>
                <w:p w:rsidR="008A0D67" w:rsidRDefault="008A0D67" w:rsidP="00CB6204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</w:p>
                <w:p w:rsidR="0000184A" w:rsidRDefault="0000184A" w:rsidP="008032C1">
                  <w:pPr>
                    <w:rPr>
                      <w:rFonts w:ascii="Tahoma" w:hAnsi="Tahoma" w:cs="Tahoma"/>
                      <w:sz w:val="16"/>
                    </w:rPr>
                  </w:pPr>
                </w:p>
                <w:p w:rsidR="00CB6204" w:rsidRDefault="00CB6204" w:rsidP="00CB6204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  <w:r>
                    <w:rPr>
                      <w:rFonts w:ascii="Tahoma" w:hAnsi="Tahoma" w:cs="Tahoma"/>
                      <w:sz w:val="16"/>
                    </w:rPr>
                    <w:t>pieczęć wykonawcy</w:t>
                  </w:r>
                </w:p>
              </w:txbxContent>
            </v:textbox>
          </v:roundrect>
        </w:pict>
      </w:r>
      <w:r w:rsidR="00CB6204">
        <w:rPr>
          <w:b/>
          <w:i w:val="0"/>
        </w:rPr>
        <w:t xml:space="preserve">Załącznik nr </w:t>
      </w:r>
      <w:r w:rsidR="00DB6922">
        <w:rPr>
          <w:b/>
          <w:i w:val="0"/>
        </w:rPr>
        <w:t xml:space="preserve">5 </w:t>
      </w:r>
      <w:bookmarkStart w:id="0" w:name="_GoBack"/>
      <w:bookmarkEnd w:id="0"/>
      <w:r w:rsidR="00CF044C">
        <w:rPr>
          <w:b/>
          <w:i w:val="0"/>
        </w:rPr>
        <w:t>do SIWZ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CF044C" w:rsidRDefault="00CF044C" w:rsidP="0000184A">
      <w:pPr>
        <w:pStyle w:val="Nagwek"/>
        <w:rPr>
          <w:sz w:val="24"/>
        </w:rPr>
      </w:pPr>
    </w:p>
    <w:p w:rsidR="00904ECF" w:rsidRDefault="00904ECF" w:rsidP="00904ECF">
      <w:pPr>
        <w:pStyle w:val="Default"/>
        <w:jc w:val="both"/>
        <w:rPr>
          <w:rFonts w:asciiTheme="majorHAnsi" w:hAnsiTheme="majorHAnsi"/>
        </w:rPr>
      </w:pPr>
    </w:p>
    <w:p w:rsidR="00904ECF" w:rsidRPr="00646841" w:rsidRDefault="00904ECF" w:rsidP="00904ECF">
      <w:pPr>
        <w:pStyle w:val="Default"/>
        <w:jc w:val="both"/>
      </w:pPr>
    </w:p>
    <w:p w:rsidR="00904ECF" w:rsidRPr="00646841" w:rsidRDefault="00904ECF" w:rsidP="00904EC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46841">
        <w:rPr>
          <w:b/>
          <w:bCs/>
          <w:sz w:val="28"/>
          <w:szCs w:val="28"/>
        </w:rPr>
        <w:t>Informacja o przynależności do grupy kapitałowej,</w:t>
      </w:r>
    </w:p>
    <w:p w:rsidR="00904ECF" w:rsidRPr="00646841" w:rsidRDefault="00904ECF" w:rsidP="00904EC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46841">
        <w:rPr>
          <w:b/>
          <w:bCs/>
          <w:sz w:val="28"/>
          <w:szCs w:val="28"/>
        </w:rPr>
        <w:t>o której mowa w art. 24 ust. 1 pkt 23 ustawy</w:t>
      </w:r>
      <w:r w:rsidRPr="00646841">
        <w:rPr>
          <w:sz w:val="28"/>
          <w:szCs w:val="28"/>
        </w:rPr>
        <w:t xml:space="preserve"> </w:t>
      </w:r>
      <w:r w:rsidRPr="00646841">
        <w:rPr>
          <w:b/>
          <w:sz w:val="28"/>
          <w:szCs w:val="28"/>
        </w:rPr>
        <w:t>Prawo zamówień publicznych.</w:t>
      </w:r>
    </w:p>
    <w:p w:rsidR="00904ECF" w:rsidRDefault="00904ECF" w:rsidP="00904ECF">
      <w:pPr>
        <w:autoSpaceDE w:val="0"/>
        <w:autoSpaceDN w:val="0"/>
        <w:adjustRightInd w:val="0"/>
        <w:jc w:val="center"/>
        <w:rPr>
          <w:rFonts w:asciiTheme="majorHAnsi" w:hAnsiTheme="majorHAnsi"/>
          <w:b/>
        </w:rPr>
      </w:pPr>
    </w:p>
    <w:p w:rsidR="00904ECF" w:rsidRPr="001A715E" w:rsidRDefault="00904ECF" w:rsidP="00904ECF">
      <w:pPr>
        <w:autoSpaceDE w:val="0"/>
        <w:autoSpaceDN w:val="0"/>
        <w:adjustRightInd w:val="0"/>
        <w:jc w:val="center"/>
        <w:rPr>
          <w:rFonts w:asciiTheme="majorHAnsi" w:hAnsiTheme="majorHAnsi"/>
        </w:rPr>
      </w:pPr>
    </w:p>
    <w:p w:rsidR="00904ECF" w:rsidRPr="007F0D03" w:rsidRDefault="007F0D03" w:rsidP="00904ECF">
      <w:pPr>
        <w:pStyle w:val="Tekstpodstawowywcity"/>
        <w:spacing w:after="120"/>
        <w:ind w:firstLine="0"/>
        <w:rPr>
          <w:szCs w:val="24"/>
        </w:rPr>
      </w:pPr>
      <w:r w:rsidRPr="007F0D03">
        <w:t xml:space="preserve">Przystępując do prowadzonego przez Zamawiającego postępowania </w:t>
      </w:r>
      <w:r w:rsidR="00904ECF" w:rsidRPr="007F0D03">
        <w:rPr>
          <w:szCs w:val="24"/>
        </w:rPr>
        <w:t xml:space="preserve">w trybie </w:t>
      </w:r>
      <w:r w:rsidR="00904ECF" w:rsidRPr="007F0D03">
        <w:rPr>
          <w:b/>
          <w:szCs w:val="24"/>
        </w:rPr>
        <w:t>przetargu nieograniczonego</w:t>
      </w:r>
      <w:r w:rsidR="00904ECF" w:rsidRPr="007F0D03">
        <w:rPr>
          <w:szCs w:val="24"/>
        </w:rPr>
        <w:t xml:space="preserve"> na:</w:t>
      </w:r>
      <w:r w:rsidR="00904ECF" w:rsidRPr="007F0D03">
        <w:rPr>
          <w:b/>
          <w:szCs w:val="24"/>
        </w:rPr>
        <w:t xml:space="preserve"> „</w:t>
      </w:r>
      <w:r w:rsidR="0063056F">
        <w:rPr>
          <w:b/>
        </w:rPr>
        <w:t>Dostawę</w:t>
      </w:r>
      <w:r w:rsidR="0063056F" w:rsidRPr="0063056F">
        <w:rPr>
          <w:b/>
        </w:rPr>
        <w:t xml:space="preserve"> implantów oraz różnych wyrobów ortopedycznych</w:t>
      </w:r>
      <w:r w:rsidR="00904ECF" w:rsidRPr="007F0D03">
        <w:rPr>
          <w:b/>
          <w:szCs w:val="24"/>
        </w:rPr>
        <w:t>”</w:t>
      </w:r>
      <w:r w:rsidR="00F1469D">
        <w:rPr>
          <w:b/>
          <w:szCs w:val="24"/>
        </w:rPr>
        <w:t xml:space="preserve"> (7</w:t>
      </w:r>
      <w:r w:rsidR="00904ECF" w:rsidRPr="007F0D03">
        <w:rPr>
          <w:b/>
          <w:szCs w:val="24"/>
        </w:rPr>
        <w:t>/PN/201</w:t>
      </w:r>
      <w:r w:rsidR="00F1469D">
        <w:rPr>
          <w:b/>
          <w:szCs w:val="24"/>
        </w:rPr>
        <w:t>7</w:t>
      </w:r>
      <w:r w:rsidR="00904ECF" w:rsidRPr="007F0D03">
        <w:rPr>
          <w:b/>
          <w:szCs w:val="24"/>
        </w:rPr>
        <w:t>/</w:t>
      </w:r>
      <w:r w:rsidR="0063056F">
        <w:rPr>
          <w:b/>
          <w:szCs w:val="24"/>
        </w:rPr>
        <w:t>AHB</w:t>
      </w:r>
      <w:r w:rsidR="00904ECF" w:rsidRPr="007F0D03">
        <w:rPr>
          <w:b/>
          <w:szCs w:val="24"/>
        </w:rPr>
        <w:t>),</w:t>
      </w:r>
    </w:p>
    <w:p w:rsidR="00904ECF" w:rsidRPr="007F0D03" w:rsidRDefault="00904ECF" w:rsidP="00904ECF">
      <w:pPr>
        <w:autoSpaceDE w:val="0"/>
        <w:autoSpaceDN w:val="0"/>
        <w:adjustRightInd w:val="0"/>
        <w:rPr>
          <w:sz w:val="24"/>
          <w:szCs w:val="24"/>
        </w:rPr>
      </w:pPr>
      <w:r w:rsidRPr="007F0D03">
        <w:rPr>
          <w:sz w:val="24"/>
          <w:szCs w:val="24"/>
        </w:rPr>
        <w:t xml:space="preserve">informuję, że: </w:t>
      </w:r>
    </w:p>
    <w:p w:rsidR="00904ECF" w:rsidRPr="00406BC7" w:rsidRDefault="00904ECF" w:rsidP="00904ECF">
      <w:pPr>
        <w:autoSpaceDE w:val="0"/>
        <w:autoSpaceDN w:val="0"/>
        <w:adjustRightInd w:val="0"/>
        <w:rPr>
          <w:b/>
          <w:sz w:val="24"/>
          <w:szCs w:val="24"/>
        </w:rPr>
      </w:pPr>
    </w:p>
    <w:p w:rsidR="00904ECF" w:rsidRPr="00406BC7" w:rsidRDefault="00DB3528" w:rsidP="00904ECF">
      <w:pPr>
        <w:ind w:left="284" w:hanging="284"/>
        <w:rPr>
          <w:sz w:val="24"/>
          <w:szCs w:val="24"/>
        </w:rPr>
      </w:pPr>
      <w:sdt>
        <w:sdtPr>
          <w:rPr>
            <w:sz w:val="24"/>
            <w:szCs w:val="24"/>
          </w:rPr>
          <w:id w:val="1039172782"/>
        </w:sdtPr>
        <w:sdtEndPr/>
        <w:sdtContent>
          <w:r w:rsidR="00904ECF" w:rsidRPr="00406BC7">
            <w:rPr>
              <w:rFonts w:eastAsia="MS Gothic" w:hAnsi="MS Gothic"/>
              <w:sz w:val="24"/>
              <w:szCs w:val="24"/>
            </w:rPr>
            <w:t>☐</w:t>
          </w:r>
        </w:sdtContent>
      </w:sdt>
      <w:r w:rsidR="00904ECF" w:rsidRPr="00406BC7">
        <w:rPr>
          <w:sz w:val="24"/>
          <w:szCs w:val="24"/>
        </w:rPr>
        <w:t xml:space="preserve"> nie należę do grupy kapitałowej w rozumieniu ustawy z dnia 16 lutego 2007 r. o ochronie konkurencji i konsumentów (Dz. U. Nr 50, poz. 331, z późn. zm</w:t>
      </w:r>
      <w:r w:rsidR="00406BC7">
        <w:rPr>
          <w:sz w:val="24"/>
          <w:szCs w:val="24"/>
        </w:rPr>
        <w:t>.</w:t>
      </w:r>
      <w:r w:rsidR="00904ECF" w:rsidRPr="00406BC7">
        <w:rPr>
          <w:sz w:val="24"/>
          <w:szCs w:val="24"/>
        </w:rPr>
        <w:t xml:space="preserve">)* </w:t>
      </w:r>
    </w:p>
    <w:p w:rsidR="00406BC7" w:rsidRPr="00406BC7" w:rsidRDefault="00DB3528" w:rsidP="00904ECF">
      <w:pPr>
        <w:ind w:left="284" w:hanging="284"/>
        <w:rPr>
          <w:sz w:val="24"/>
          <w:szCs w:val="24"/>
        </w:rPr>
      </w:pPr>
      <w:sdt>
        <w:sdtPr>
          <w:rPr>
            <w:sz w:val="24"/>
            <w:szCs w:val="24"/>
          </w:rPr>
          <w:id w:val="7476052"/>
        </w:sdtPr>
        <w:sdtEndPr/>
        <w:sdtContent>
          <w:r w:rsidR="00406BC7" w:rsidRPr="00406BC7">
            <w:rPr>
              <w:rFonts w:eastAsia="MS Gothic" w:hAnsi="MS Gothic"/>
              <w:sz w:val="24"/>
              <w:szCs w:val="24"/>
            </w:rPr>
            <w:t>☐</w:t>
          </w:r>
          <w:r w:rsidR="00406BC7" w:rsidRPr="00406BC7">
            <w:rPr>
              <w:rFonts w:eastAsia="MS Gothic"/>
              <w:sz w:val="24"/>
              <w:szCs w:val="24"/>
            </w:rPr>
            <w:t xml:space="preserve"> </w:t>
          </w:r>
          <w:r w:rsidR="00406BC7" w:rsidRPr="00406BC7">
            <w:rPr>
              <w:sz w:val="24"/>
              <w:szCs w:val="24"/>
            </w:rPr>
            <w:t>nie nale</w:t>
          </w:r>
          <w:r w:rsidR="00406BC7">
            <w:rPr>
              <w:sz w:val="24"/>
              <w:szCs w:val="24"/>
            </w:rPr>
            <w:t>żę</w:t>
          </w:r>
          <w:r w:rsidR="00406BC7" w:rsidRPr="00406BC7">
            <w:rPr>
              <w:sz w:val="24"/>
              <w:szCs w:val="24"/>
            </w:rPr>
            <w:t xml:space="preserve"> do tej samej grupy kapitałowej z którymkolwiek z wykonawców, którzy złożyli odrębne oferty/oferty częściowe w przedmiotowym postępowaniu</w:t>
          </w:r>
          <w:r w:rsidR="00406BC7">
            <w:rPr>
              <w:sz w:val="24"/>
              <w:szCs w:val="24"/>
            </w:rPr>
            <w:t>.</w:t>
          </w:r>
        </w:sdtContent>
      </w:sdt>
    </w:p>
    <w:p w:rsidR="00904ECF" w:rsidRPr="00406BC7" w:rsidRDefault="00DB3528" w:rsidP="00904ECF">
      <w:pPr>
        <w:ind w:left="284" w:hanging="284"/>
        <w:rPr>
          <w:sz w:val="24"/>
          <w:szCs w:val="24"/>
        </w:rPr>
      </w:pPr>
      <w:sdt>
        <w:sdtPr>
          <w:rPr>
            <w:sz w:val="24"/>
            <w:szCs w:val="24"/>
          </w:rPr>
          <w:id w:val="1699804606"/>
        </w:sdtPr>
        <w:sdtEndPr/>
        <w:sdtContent>
          <w:r w:rsidR="00904ECF" w:rsidRPr="00406BC7">
            <w:rPr>
              <w:rFonts w:eastAsia="MS Gothic" w:hAnsi="MS Gothic"/>
              <w:sz w:val="24"/>
              <w:szCs w:val="24"/>
            </w:rPr>
            <w:t>☐</w:t>
          </w:r>
        </w:sdtContent>
      </w:sdt>
      <w:r w:rsidR="00904ECF" w:rsidRPr="00406BC7">
        <w:rPr>
          <w:sz w:val="24"/>
          <w:szCs w:val="24"/>
        </w:rPr>
        <w:t xml:space="preserve"> należę do grupy kapitałowej w rozumieniu ustawy z dnia 16 lutego 2007 r. o ochronie konkurencji i konsumentów (Dz. U. Nr 50, poz. 331, z późn. </w:t>
      </w:r>
      <w:proofErr w:type="spellStart"/>
      <w:r w:rsidR="00904ECF" w:rsidRPr="00406BC7">
        <w:rPr>
          <w:sz w:val="24"/>
          <w:szCs w:val="24"/>
        </w:rPr>
        <w:t>zm</w:t>
      </w:r>
      <w:proofErr w:type="spellEnd"/>
      <w:r w:rsidR="00904ECF" w:rsidRPr="00406BC7">
        <w:rPr>
          <w:sz w:val="24"/>
          <w:szCs w:val="24"/>
        </w:rPr>
        <w:t xml:space="preserve">), w której skład wchodzą następujące podmioty (w przypadku przynależności do grupy kapitałowej należy wymienić wszystkie podmioty należące do tej samej grupy kapitałowej, podać nazwę)*: </w:t>
      </w:r>
    </w:p>
    <w:p w:rsidR="00904ECF" w:rsidRPr="00646841" w:rsidRDefault="00904ECF" w:rsidP="00904ECF">
      <w:pPr>
        <w:pStyle w:val="Default"/>
        <w:spacing w:after="142"/>
        <w:jc w:val="both"/>
      </w:pPr>
      <w:r w:rsidRPr="00646841">
        <w:t xml:space="preserve">1. ……………………………………………………………………..…………………… </w:t>
      </w:r>
    </w:p>
    <w:p w:rsidR="00904ECF" w:rsidRPr="00646841" w:rsidRDefault="00904ECF" w:rsidP="00904ECF">
      <w:pPr>
        <w:pStyle w:val="Default"/>
        <w:spacing w:after="142"/>
        <w:jc w:val="both"/>
      </w:pPr>
      <w:r w:rsidRPr="00646841">
        <w:t xml:space="preserve">2. ……………………………………………………………………..…………………… </w:t>
      </w:r>
    </w:p>
    <w:p w:rsidR="00904ECF" w:rsidRPr="00646841" w:rsidRDefault="00904ECF" w:rsidP="00904ECF">
      <w:pPr>
        <w:pStyle w:val="Default"/>
        <w:spacing w:after="142"/>
        <w:jc w:val="both"/>
      </w:pPr>
      <w:r w:rsidRPr="00646841">
        <w:t xml:space="preserve">3. ……………………………………………………………………..…………………… </w:t>
      </w:r>
    </w:p>
    <w:p w:rsidR="00904ECF" w:rsidRPr="00646841" w:rsidRDefault="00904ECF" w:rsidP="00904ECF">
      <w:pPr>
        <w:pStyle w:val="Default"/>
        <w:spacing w:after="142"/>
        <w:jc w:val="both"/>
      </w:pPr>
      <w:r w:rsidRPr="00646841">
        <w:t xml:space="preserve">4. ……………………………………………………………………..…………………… </w:t>
      </w:r>
    </w:p>
    <w:p w:rsidR="00904ECF" w:rsidRPr="00646841" w:rsidRDefault="00904ECF" w:rsidP="00904ECF">
      <w:pPr>
        <w:pStyle w:val="Default"/>
        <w:jc w:val="both"/>
      </w:pPr>
      <w:r w:rsidRPr="00646841">
        <w:t xml:space="preserve">5. ……………………………………………………………………..…………………… </w:t>
      </w:r>
    </w:p>
    <w:p w:rsidR="00904ECF" w:rsidRPr="00646841" w:rsidRDefault="00904ECF" w:rsidP="00904ECF">
      <w:pPr>
        <w:pStyle w:val="Default"/>
        <w:jc w:val="both"/>
      </w:pPr>
    </w:p>
    <w:p w:rsidR="00904ECF" w:rsidRPr="00646841" w:rsidRDefault="00904ECF" w:rsidP="00904ECF">
      <w:pPr>
        <w:pStyle w:val="Default"/>
        <w:jc w:val="both"/>
      </w:pPr>
      <w:r w:rsidRPr="00646841">
        <w:t xml:space="preserve">…………………………………… </w:t>
      </w:r>
      <w:r w:rsidRPr="00646841">
        <w:tab/>
        <w:t xml:space="preserve">     …..………………………………………………….. </w:t>
      </w:r>
    </w:p>
    <w:p w:rsidR="00904ECF" w:rsidRPr="00646841" w:rsidRDefault="00904ECF" w:rsidP="00904ECF">
      <w:pPr>
        <w:ind w:left="5529" w:hanging="5529"/>
        <w:outlineLvl w:val="0"/>
        <w:rPr>
          <w:b/>
          <w:bCs/>
          <w:sz w:val="24"/>
          <w:szCs w:val="24"/>
        </w:rPr>
      </w:pPr>
      <w:r w:rsidRPr="00646841">
        <w:rPr>
          <w:i/>
          <w:sz w:val="24"/>
          <w:szCs w:val="24"/>
        </w:rPr>
        <w:t>(miejscowość, data)</w:t>
      </w:r>
      <w:r w:rsidR="00646841">
        <w:rPr>
          <w:sz w:val="24"/>
          <w:szCs w:val="24"/>
        </w:rPr>
        <w:t xml:space="preserve"> </w:t>
      </w:r>
      <w:r w:rsidR="00646841">
        <w:rPr>
          <w:sz w:val="24"/>
          <w:szCs w:val="24"/>
        </w:rPr>
        <w:tab/>
      </w:r>
      <w:r w:rsidRPr="00646841">
        <w:rPr>
          <w:sz w:val="24"/>
          <w:szCs w:val="24"/>
        </w:rPr>
        <w:t>(</w:t>
      </w:r>
      <w:r w:rsidRPr="00646841">
        <w:rPr>
          <w:i/>
          <w:iCs/>
          <w:sz w:val="24"/>
          <w:szCs w:val="24"/>
        </w:rPr>
        <w:t>pieczątka, podpis Wykonawcy lub osoby uprawnionej do jego reprezentowania)</w:t>
      </w:r>
    </w:p>
    <w:p w:rsidR="00904ECF" w:rsidRPr="00646841" w:rsidRDefault="00904ECF" w:rsidP="00904ECF">
      <w:pPr>
        <w:rPr>
          <w:sz w:val="24"/>
          <w:szCs w:val="24"/>
        </w:rPr>
      </w:pPr>
      <w:r w:rsidRPr="00646841">
        <w:rPr>
          <w:sz w:val="24"/>
          <w:szCs w:val="24"/>
        </w:rPr>
        <w:t xml:space="preserve">* właściwe zaznaczyć znakiem X </w:t>
      </w:r>
    </w:p>
    <w:p w:rsidR="00904ECF" w:rsidRPr="00646841" w:rsidRDefault="00904ECF" w:rsidP="00AE0F34">
      <w:pPr>
        <w:jc w:val="both"/>
        <w:rPr>
          <w:sz w:val="24"/>
          <w:szCs w:val="24"/>
        </w:rPr>
      </w:pPr>
    </w:p>
    <w:p w:rsidR="00904ECF" w:rsidRPr="00646841" w:rsidRDefault="00904ECF" w:rsidP="00AE0F34">
      <w:pPr>
        <w:jc w:val="both"/>
        <w:rPr>
          <w:sz w:val="24"/>
          <w:szCs w:val="24"/>
        </w:rPr>
      </w:pPr>
    </w:p>
    <w:p w:rsidR="00904ECF" w:rsidRPr="00646841" w:rsidRDefault="00904ECF" w:rsidP="00187F91">
      <w:pPr>
        <w:autoSpaceDE w:val="0"/>
        <w:autoSpaceDN w:val="0"/>
        <w:adjustRightInd w:val="0"/>
        <w:jc w:val="both"/>
        <w:rPr>
          <w:i/>
          <w:iCs/>
          <w:sz w:val="24"/>
          <w:szCs w:val="24"/>
        </w:rPr>
      </w:pPr>
      <w:r w:rsidRPr="00646841">
        <w:rPr>
          <w:sz w:val="24"/>
          <w:szCs w:val="24"/>
        </w:rPr>
        <w:t>Zgodnie z art. 4 pkt. 14 ustawy z dnia 16 lutego 2007 r. o ochronie konkurencji i konsumentów (Dz. U. Nr 50, poz. 331, z późn. zm.) przez grupę kapitałową rozumie się wszystkich przedsiębiorców, który są kontrolowani w sposób bezpośredni lub pośredni przez jednego przedsiębiorcę, w tym również tego przedsiębiorcę.</w:t>
      </w:r>
    </w:p>
    <w:sectPr w:rsidR="00904ECF" w:rsidRPr="00646841" w:rsidSect="00736B31">
      <w:footerReference w:type="even" r:id="rId9"/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528" w:rsidRDefault="00DB3528">
      <w:r>
        <w:separator/>
      </w:r>
    </w:p>
  </w:endnote>
  <w:endnote w:type="continuationSeparator" w:id="0">
    <w:p w:rsidR="00DB3528" w:rsidRDefault="00DB3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99502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36EE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DB3528" w:rsidP="00336EEB">
    <w:pPr>
      <w:pStyle w:val="Stopka"/>
      <w:tabs>
        <w:tab w:val="clear" w:pos="4536"/>
      </w:tabs>
      <w:jc w:val="center"/>
    </w:pPr>
    <w:r>
      <w:rPr>
        <w:noProof/>
      </w:rPr>
      <w:pict>
        <v:line id="_x0000_s2049" style="position:absolute;left:0;text-align:left;z-index:251657728" from="-3.85pt,8.7pt" to="455.15pt,8.7pt"/>
      </w:pic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528" w:rsidRDefault="00DB3528">
      <w:r>
        <w:separator/>
      </w:r>
    </w:p>
  </w:footnote>
  <w:footnote w:type="continuationSeparator" w:id="0">
    <w:p w:rsidR="00DB3528" w:rsidRDefault="00DB35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599F"/>
    <w:rsid w:val="00000631"/>
    <w:rsid w:val="0000184A"/>
    <w:rsid w:val="00012997"/>
    <w:rsid w:val="00033080"/>
    <w:rsid w:val="0004599F"/>
    <w:rsid w:val="00050A5D"/>
    <w:rsid w:val="000621A2"/>
    <w:rsid w:val="00075CEC"/>
    <w:rsid w:val="000C7DAD"/>
    <w:rsid w:val="001035A9"/>
    <w:rsid w:val="00106AC7"/>
    <w:rsid w:val="00111985"/>
    <w:rsid w:val="00145FF7"/>
    <w:rsid w:val="00147532"/>
    <w:rsid w:val="0015180C"/>
    <w:rsid w:val="001614BA"/>
    <w:rsid w:val="001719EA"/>
    <w:rsid w:val="0018082B"/>
    <w:rsid w:val="00187F91"/>
    <w:rsid w:val="001C0D27"/>
    <w:rsid w:val="001D2A48"/>
    <w:rsid w:val="00204613"/>
    <w:rsid w:val="0027492A"/>
    <w:rsid w:val="00275023"/>
    <w:rsid w:val="002A75A9"/>
    <w:rsid w:val="002B1E07"/>
    <w:rsid w:val="002C1A89"/>
    <w:rsid w:val="002C2DE7"/>
    <w:rsid w:val="002D160C"/>
    <w:rsid w:val="002D3BDF"/>
    <w:rsid w:val="003024A8"/>
    <w:rsid w:val="0030601B"/>
    <w:rsid w:val="00307E5F"/>
    <w:rsid w:val="00310A68"/>
    <w:rsid w:val="00336EEB"/>
    <w:rsid w:val="0036526E"/>
    <w:rsid w:val="00370AC8"/>
    <w:rsid w:val="00394CFC"/>
    <w:rsid w:val="003B3961"/>
    <w:rsid w:val="003B7284"/>
    <w:rsid w:val="003C568B"/>
    <w:rsid w:val="003C68B8"/>
    <w:rsid w:val="003F6927"/>
    <w:rsid w:val="00406BC7"/>
    <w:rsid w:val="00415097"/>
    <w:rsid w:val="004171CC"/>
    <w:rsid w:val="004208A3"/>
    <w:rsid w:val="00422381"/>
    <w:rsid w:val="00447A2C"/>
    <w:rsid w:val="00460820"/>
    <w:rsid w:val="004704CB"/>
    <w:rsid w:val="004C55DE"/>
    <w:rsid w:val="004C6389"/>
    <w:rsid w:val="004D5C77"/>
    <w:rsid w:val="004E0C25"/>
    <w:rsid w:val="00511B7B"/>
    <w:rsid w:val="00533E9F"/>
    <w:rsid w:val="00545FCA"/>
    <w:rsid w:val="0056132E"/>
    <w:rsid w:val="005A5013"/>
    <w:rsid w:val="005C3627"/>
    <w:rsid w:val="005F0269"/>
    <w:rsid w:val="00600302"/>
    <w:rsid w:val="006145E4"/>
    <w:rsid w:val="0063056F"/>
    <w:rsid w:val="00641063"/>
    <w:rsid w:val="00646841"/>
    <w:rsid w:val="0065605A"/>
    <w:rsid w:val="00661615"/>
    <w:rsid w:val="00664D19"/>
    <w:rsid w:val="00664D2F"/>
    <w:rsid w:val="00697D36"/>
    <w:rsid w:val="006B51E7"/>
    <w:rsid w:val="006C3FA8"/>
    <w:rsid w:val="0070113A"/>
    <w:rsid w:val="0071457F"/>
    <w:rsid w:val="00736B31"/>
    <w:rsid w:val="00747C6F"/>
    <w:rsid w:val="00753DC1"/>
    <w:rsid w:val="007823E9"/>
    <w:rsid w:val="007D36CE"/>
    <w:rsid w:val="007F0D03"/>
    <w:rsid w:val="0080073F"/>
    <w:rsid w:val="008032C1"/>
    <w:rsid w:val="00816670"/>
    <w:rsid w:val="008338FE"/>
    <w:rsid w:val="008460DE"/>
    <w:rsid w:val="0085386F"/>
    <w:rsid w:val="00882E9F"/>
    <w:rsid w:val="008843C0"/>
    <w:rsid w:val="00887767"/>
    <w:rsid w:val="008A0D67"/>
    <w:rsid w:val="008B191F"/>
    <w:rsid w:val="008B3C7B"/>
    <w:rsid w:val="008D4CAF"/>
    <w:rsid w:val="008E370F"/>
    <w:rsid w:val="00904ECF"/>
    <w:rsid w:val="00913746"/>
    <w:rsid w:val="00935B2A"/>
    <w:rsid w:val="00942E11"/>
    <w:rsid w:val="00985C9B"/>
    <w:rsid w:val="0099502B"/>
    <w:rsid w:val="009968E2"/>
    <w:rsid w:val="009A21D7"/>
    <w:rsid w:val="009A4A2C"/>
    <w:rsid w:val="009A50C4"/>
    <w:rsid w:val="009C06B8"/>
    <w:rsid w:val="009C296F"/>
    <w:rsid w:val="009E5B70"/>
    <w:rsid w:val="00A24942"/>
    <w:rsid w:val="00A46EFE"/>
    <w:rsid w:val="00A51013"/>
    <w:rsid w:val="00A67C6D"/>
    <w:rsid w:val="00A707C7"/>
    <w:rsid w:val="00A7497C"/>
    <w:rsid w:val="00A76AF9"/>
    <w:rsid w:val="00A807A7"/>
    <w:rsid w:val="00A92425"/>
    <w:rsid w:val="00AB6C06"/>
    <w:rsid w:val="00AB7377"/>
    <w:rsid w:val="00AE0F34"/>
    <w:rsid w:val="00B26102"/>
    <w:rsid w:val="00B33213"/>
    <w:rsid w:val="00B372E7"/>
    <w:rsid w:val="00B4289C"/>
    <w:rsid w:val="00B45ED4"/>
    <w:rsid w:val="00B54FB4"/>
    <w:rsid w:val="00B75E3F"/>
    <w:rsid w:val="00BB3381"/>
    <w:rsid w:val="00BD236B"/>
    <w:rsid w:val="00BE6092"/>
    <w:rsid w:val="00C2279D"/>
    <w:rsid w:val="00C36511"/>
    <w:rsid w:val="00C64619"/>
    <w:rsid w:val="00CB6204"/>
    <w:rsid w:val="00CC527A"/>
    <w:rsid w:val="00CC5B23"/>
    <w:rsid w:val="00CF044C"/>
    <w:rsid w:val="00CF40DF"/>
    <w:rsid w:val="00D14536"/>
    <w:rsid w:val="00D15826"/>
    <w:rsid w:val="00D50CAA"/>
    <w:rsid w:val="00D61E17"/>
    <w:rsid w:val="00D86755"/>
    <w:rsid w:val="00DA0581"/>
    <w:rsid w:val="00DB1DA6"/>
    <w:rsid w:val="00DB3528"/>
    <w:rsid w:val="00DB6922"/>
    <w:rsid w:val="00DC6C31"/>
    <w:rsid w:val="00DD482A"/>
    <w:rsid w:val="00DE0396"/>
    <w:rsid w:val="00DE0405"/>
    <w:rsid w:val="00DE252B"/>
    <w:rsid w:val="00E11D2B"/>
    <w:rsid w:val="00E1443B"/>
    <w:rsid w:val="00E736DB"/>
    <w:rsid w:val="00E8595C"/>
    <w:rsid w:val="00EB3E42"/>
    <w:rsid w:val="00EB5766"/>
    <w:rsid w:val="00EC0C9B"/>
    <w:rsid w:val="00EC667E"/>
    <w:rsid w:val="00EE317B"/>
    <w:rsid w:val="00F0289F"/>
    <w:rsid w:val="00F1469D"/>
    <w:rsid w:val="00F14884"/>
    <w:rsid w:val="00F32AA0"/>
    <w:rsid w:val="00F46593"/>
    <w:rsid w:val="00F568D6"/>
    <w:rsid w:val="00F70072"/>
    <w:rsid w:val="00FB6D4B"/>
    <w:rsid w:val="00FB7939"/>
    <w:rsid w:val="00FF3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F044C"/>
    <w:rPr>
      <w:sz w:val="24"/>
    </w:rPr>
  </w:style>
  <w:style w:type="paragraph" w:styleId="NormalnyWeb">
    <w:name w:val="Normal (Web)"/>
    <w:basedOn w:val="Normalny"/>
    <w:uiPriority w:val="99"/>
    <w:unhideWhenUsed/>
    <w:rsid w:val="00904EC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Default">
    <w:name w:val="Default"/>
    <w:rsid w:val="00904EC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904E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04E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gda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4C510F-2059-4CD4-BAA0-DFED49D64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41</TotalTime>
  <Pages>1</Pages>
  <Words>242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IR_DP2</cp:lastModifiedBy>
  <cp:revision>60</cp:revision>
  <cp:lastPrinted>2016-08-30T06:22:00Z</cp:lastPrinted>
  <dcterms:created xsi:type="dcterms:W3CDTF">2013-03-19T09:06:00Z</dcterms:created>
  <dcterms:modified xsi:type="dcterms:W3CDTF">2017-01-16T08:36:00Z</dcterms:modified>
</cp:coreProperties>
</file>